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D3982" w14:textId="77777777" w:rsidR="00226A24" w:rsidRDefault="00BE6A29">
      <w:pPr>
        <w:pStyle w:val="Heading2"/>
      </w:pPr>
      <w:bookmarkStart w:id="0" w:name="_Hlk111528255"/>
      <w:r>
        <w:t>HIGHWAY SIGNING.</w:t>
      </w:r>
    </w:p>
    <w:p w14:paraId="47F3F95B" w14:textId="3D37907B" w:rsidR="00226A24" w:rsidRDefault="00BE6A29">
      <w:pPr>
        <w:pStyle w:val="Dates"/>
      </w:pPr>
      <w:r>
        <w:t>(REV</w:t>
      </w:r>
      <w:r w:rsidR="00694AA7">
        <w:t xml:space="preserve"> </w:t>
      </w:r>
      <w:r w:rsidR="008954DC">
        <w:t>12-16-24</w:t>
      </w:r>
      <w:r>
        <w:t xml:space="preserve">) (FY </w:t>
      </w:r>
      <w:r w:rsidR="00C3409F">
        <w:t>2025</w:t>
      </w:r>
      <w:r>
        <w:t>-</w:t>
      </w:r>
      <w:r w:rsidR="00C3409F">
        <w:t>26</w:t>
      </w:r>
      <w:r>
        <w:t>)</w:t>
      </w:r>
    </w:p>
    <w:p w14:paraId="75B1FCAF" w14:textId="77777777" w:rsidR="00226A24" w:rsidRDefault="00BE6A29">
      <w:pPr>
        <w:pStyle w:val="LeadInSentence"/>
      </w:pPr>
      <w:r>
        <w:t>ARTICLE 700-1 is deleted and the following substituted:</w:t>
      </w:r>
    </w:p>
    <w:p w14:paraId="4837C39A" w14:textId="77777777" w:rsidR="00226A24" w:rsidRDefault="00BE6A29">
      <w:pPr>
        <w:pStyle w:val="Article"/>
      </w:pPr>
      <w:r>
        <w:t>700-1 Description.</w:t>
      </w:r>
    </w:p>
    <w:p w14:paraId="1E57D8DE" w14:textId="7CF5138C" w:rsidR="00226A24" w:rsidRDefault="00BE6A29">
      <w:pPr>
        <w:pStyle w:val="BodyText"/>
      </w:pPr>
      <w:r>
        <w:rPr>
          <w:b/>
          <w:bCs/>
        </w:rPr>
        <w:tab/>
      </w:r>
      <w:r>
        <w:t>Furnish and install roadway signs in accordance with the details in the Standard Plans and as shown in the Plans.</w:t>
      </w:r>
    </w:p>
    <w:p w14:paraId="2B278209" w14:textId="60FBEFC6" w:rsidR="00226A24" w:rsidRDefault="00BE6A29">
      <w:pPr>
        <w:pStyle w:val="BodyText"/>
      </w:pPr>
      <w:r>
        <w:tab/>
        <w:t>Erect ground traffic signs as signs on the shoulders, slopes, or medians. Signs are classified as single column(post), multi-column, or In-Street signs.</w:t>
      </w:r>
    </w:p>
    <w:p w14:paraId="25B44E64" w14:textId="3C2A59F8" w:rsidR="00226A24" w:rsidRDefault="00BE6A29">
      <w:pPr>
        <w:pStyle w:val="BodyText"/>
      </w:pPr>
      <w:r>
        <w:tab/>
        <w:t>Erect overhead traffic signs partially or completely over the traveled roadway or mounted on bridges. Overhead traffic signs are classified as span wire mounted, mast arm mounted, overhead cantilever structure, or overhead span structure traffic signs.</w:t>
      </w:r>
    </w:p>
    <w:p w14:paraId="113011DF" w14:textId="3FCA4D2B" w:rsidR="00226A24" w:rsidRDefault="00BE6A29">
      <w:pPr>
        <w:pStyle w:val="BodyText"/>
      </w:pPr>
      <w:r>
        <w:tab/>
        <w:t>The sign face(s) may be a single or combination of static sign panels, illuminated sign panels, dynamic message signs, or electronic display signs.</w:t>
      </w:r>
    </w:p>
    <w:p w14:paraId="7C2A4CAF" w14:textId="4EFF4ECD" w:rsidR="00226A24" w:rsidRDefault="00BE6A29">
      <w:pPr>
        <w:pStyle w:val="BodyText"/>
      </w:pPr>
      <w:r>
        <w:tab/>
        <w:t>Fabricate standard sign panel messages in accordance with details included in the Standard Highway Signs (SHS) manual published by the U.S. Department of Transportation, the Plans, or Standard Plans. Submit shop drawings to the Department for approval, as specified in Section 5.</w:t>
      </w:r>
    </w:p>
    <w:p w14:paraId="7DCCCA02" w14:textId="337EE2B1" w:rsidR="00226A24" w:rsidRDefault="00BE6A29">
      <w:pPr>
        <w:pStyle w:val="BodyText"/>
      </w:pPr>
      <w:r>
        <w:tab/>
        <w:t>All Traffic Control Signals and Devices must meet the requirements of Section 603.</w:t>
      </w:r>
    </w:p>
    <w:p w14:paraId="346EB96B" w14:textId="756A50F3" w:rsidR="00226A24" w:rsidRDefault="00BE6A29">
      <w:pPr>
        <w:pStyle w:val="BodyText"/>
      </w:pPr>
      <w:r>
        <w:tab/>
        <w:t xml:space="preserve">The work to be performed for roadway sign maintenance includes </w:t>
      </w:r>
      <w:r w:rsidR="004B7DF1" w:rsidRPr="004B7DF1">
        <w:t xml:space="preserve">routine maintenance activities and responding to and performing emergency sign maintenance activities when work needs are critical to the safety of the traveling public. Routine sign maintenance includes sign repair, sign panel overlay, sign support foundation repair, and sign panel cleaning. Responding to and performing emergency sign maintenance includes but is not limited to immediate replacement of damaged or missing regulatory signs, installation of temporary signs, and installation of temporary barricades or other temporary traffic control devices until permanent repairs can be made. </w:t>
      </w:r>
      <w:r>
        <w:t>Perform the work in accordance with the details in the Standard Plans.</w:t>
      </w:r>
    </w:p>
    <w:p w14:paraId="1382D105" w14:textId="45F52005" w:rsidR="004B7DF1" w:rsidRPr="004B7DF1" w:rsidRDefault="004B7DF1" w:rsidP="004B7DF1">
      <w:pPr>
        <w:pStyle w:val="BodyText"/>
      </w:pPr>
      <w:r>
        <w:rPr>
          <w:b/>
          <w:bCs/>
        </w:rPr>
        <w:tab/>
      </w:r>
      <w:r>
        <w:rPr>
          <w:b/>
          <w:bCs/>
        </w:rPr>
        <w:tab/>
        <w:t>70</w:t>
      </w:r>
      <w:r w:rsidRPr="004B7DF1">
        <w:rPr>
          <w:b/>
          <w:bCs/>
        </w:rPr>
        <w:t>0-1.1 Sign Repairs:</w:t>
      </w:r>
      <w:r w:rsidRPr="004B7DF1">
        <w:t xml:space="preserve"> Perform repairs on existing roadway signs, including straightening of panels and supports, tightening or replacement of bolts, nuts, washers, and fasteners.</w:t>
      </w:r>
    </w:p>
    <w:p w14:paraId="6799AB3D" w14:textId="0AB06FC5" w:rsidR="004B7DF1" w:rsidRPr="004B7DF1" w:rsidRDefault="004B7DF1" w:rsidP="004B7DF1">
      <w:pPr>
        <w:pStyle w:val="BodyText"/>
      </w:pPr>
      <w:r w:rsidRPr="004B7DF1">
        <w:rPr>
          <w:b/>
          <w:bCs/>
        </w:rPr>
        <w:tab/>
      </w:r>
      <w:r w:rsidRPr="004B7DF1">
        <w:rPr>
          <w:b/>
          <w:bCs/>
        </w:rPr>
        <w:tab/>
        <w:t>700-1.2 Sign Panel Overlays:</w:t>
      </w:r>
      <w:r w:rsidRPr="004B7DF1">
        <w:t xml:space="preserve"> Furnish and install sign panel overlays. Use sign panel overlay with the same type and color of sheeting as the sheeting on the existing sign. If applicable, remove existing sign panel overlay(s) prior to installation of new overlay sign panel.</w:t>
      </w:r>
    </w:p>
    <w:p w14:paraId="0D4B40D1" w14:textId="2DBC84DA" w:rsidR="004B7DF1" w:rsidRPr="004B7DF1" w:rsidRDefault="004B7DF1" w:rsidP="004B7DF1">
      <w:pPr>
        <w:pStyle w:val="BodyText"/>
      </w:pPr>
      <w:r w:rsidRPr="004B7DF1">
        <w:rPr>
          <w:b/>
          <w:bCs/>
        </w:rPr>
        <w:tab/>
      </w:r>
      <w:r w:rsidRPr="004B7DF1">
        <w:rPr>
          <w:b/>
          <w:bCs/>
        </w:rPr>
        <w:tab/>
        <w:t>700-1.3 Sign Structure Foundation Repairs and Removal:</w:t>
      </w:r>
      <w:r w:rsidRPr="004B7DF1">
        <w:t xml:space="preserve"> Perform repairs including installation of sign support foundation, removal of sign support foundation, and repair of existing sign support assembly.</w:t>
      </w:r>
    </w:p>
    <w:p w14:paraId="44B1099C" w14:textId="1352AFC6" w:rsidR="004B7DF1" w:rsidRPr="004B7DF1" w:rsidRDefault="004B7DF1" w:rsidP="004B7DF1">
      <w:pPr>
        <w:pStyle w:val="BodyText"/>
      </w:pPr>
      <w:r w:rsidRPr="004B7DF1">
        <w:rPr>
          <w:b/>
          <w:bCs/>
        </w:rPr>
        <w:tab/>
      </w:r>
      <w:r w:rsidRPr="004B7DF1">
        <w:rPr>
          <w:b/>
          <w:bCs/>
        </w:rPr>
        <w:tab/>
        <w:t>700-1.4 Cleaning Sign Panels:</w:t>
      </w:r>
      <w:r w:rsidRPr="004B7DF1">
        <w:t xml:space="preserve"> Perform cleaning of sign panels.</w:t>
      </w:r>
    </w:p>
    <w:p w14:paraId="6BA74A51" w14:textId="77777777" w:rsidR="00226A24" w:rsidRDefault="00226A24">
      <w:pPr>
        <w:pStyle w:val="BodyText"/>
        <w:rPr>
          <w:bCs/>
        </w:rPr>
      </w:pPr>
    </w:p>
    <w:p w14:paraId="0BDAF0BA" w14:textId="77777777" w:rsidR="00226A24" w:rsidRDefault="00226A24">
      <w:pPr>
        <w:pStyle w:val="BodyText"/>
        <w:rPr>
          <w:bCs/>
        </w:rPr>
      </w:pPr>
    </w:p>
    <w:p w14:paraId="6951C73D" w14:textId="77777777" w:rsidR="00226A24" w:rsidRDefault="00BE6A29">
      <w:pPr>
        <w:pStyle w:val="LeadInSentence"/>
        <w:rPr>
          <w:bCs/>
        </w:rPr>
      </w:pPr>
      <w:r>
        <w:rPr>
          <w:bCs/>
        </w:rPr>
        <w:t xml:space="preserve">SUBARTICLE 700-2.2 </w:t>
      </w:r>
      <w:r>
        <w:t>is deleted and the following substituted:</w:t>
      </w:r>
    </w:p>
    <w:p w14:paraId="01556DCB" w14:textId="77777777" w:rsidR="00226A24" w:rsidRDefault="00BE6A29">
      <w:pPr>
        <w:pStyle w:val="BodyText"/>
        <w:rPr>
          <w:szCs w:val="24"/>
        </w:rPr>
      </w:pPr>
      <w:r>
        <w:rPr>
          <w:bCs/>
        </w:rPr>
        <w:tab/>
      </w:r>
      <w:r>
        <w:rPr>
          <w:b/>
          <w:bCs/>
        </w:rPr>
        <w:t>700-2.2 Static Sign Assembly Requirements:</w:t>
      </w:r>
    </w:p>
    <w:p w14:paraId="4561B72C" w14:textId="34416016" w:rsidR="00226A24" w:rsidRDefault="00BE6A29">
      <w:pPr>
        <w:pStyle w:val="BodyText"/>
        <w:rPr>
          <w:szCs w:val="24"/>
        </w:rPr>
      </w:pPr>
      <w:r>
        <w:rPr>
          <w:szCs w:val="24"/>
        </w:rPr>
        <w:tab/>
      </w:r>
      <w:r>
        <w:rPr>
          <w:szCs w:val="24"/>
        </w:rPr>
        <w:tab/>
      </w:r>
      <w:bookmarkStart w:id="1" w:name="_Hlk124836323"/>
      <w:r>
        <w:rPr>
          <w:b/>
          <w:bCs/>
        </w:rPr>
        <w:t>700-2.2.1 Static Sign Panels:</w:t>
      </w:r>
      <w:r>
        <w:rPr>
          <w:szCs w:val="24"/>
        </w:rPr>
        <w:t xml:space="preserve"> Provide aluminum sheets for sign panels meeting the requirements of Section 965 and Section 994. Meet the minimum thickness requirements of Table 700-1.</w:t>
      </w:r>
    </w:p>
    <w:bookmarkEnd w:id="1"/>
    <w:p w14:paraId="50BCF631" w14:textId="77777777" w:rsidR="00226A24" w:rsidRDefault="00BE6A29">
      <w:pPr>
        <w:pStyle w:val="BodyText"/>
        <w:rPr>
          <w:szCs w:val="24"/>
        </w:rPr>
      </w:pPr>
      <w:r>
        <w:rPr>
          <w:szCs w:val="24"/>
        </w:rPr>
        <w:lastRenderedPageBreak/>
        <w:tab/>
      </w:r>
      <w:r>
        <w:rPr>
          <w:szCs w:val="24"/>
        </w:rPr>
        <w:tab/>
      </w:r>
      <w:r>
        <w:rPr>
          <w:szCs w:val="24"/>
        </w:rPr>
        <w:tab/>
        <w:t>For flip signs, use continuous hinges constructed of ANSI grade 316 stainless steel.</w:t>
      </w:r>
    </w:p>
    <w:p w14:paraId="7C3D879E" w14:textId="77777777" w:rsidR="00226A24" w:rsidRDefault="00BE6A29">
      <w:pPr>
        <w:pStyle w:val="BodyText"/>
        <w:rPr>
          <w:szCs w:val="24"/>
        </w:rPr>
      </w:pPr>
      <w:r>
        <w:rPr>
          <w:szCs w:val="24"/>
        </w:rPr>
        <w:tab/>
      </w:r>
      <w:r>
        <w:rPr>
          <w:szCs w:val="24"/>
        </w:rPr>
        <w:tab/>
      </w:r>
      <w:r>
        <w:rPr>
          <w:szCs w:val="24"/>
        </w:rPr>
        <w:tab/>
        <w:t>For In-Street signs, see 700-7.</w:t>
      </w:r>
    </w:p>
    <w:p w14:paraId="5F88C616" w14:textId="77777777" w:rsidR="00226A24" w:rsidRDefault="00226A24">
      <w:pPr>
        <w:pStyle w:val="BodyText"/>
        <w:rPr>
          <w:szCs w:val="24"/>
        </w:rPr>
      </w:pPr>
    </w:p>
    <w:tbl>
      <w:tblPr>
        <w:tblStyle w:val="TableGrid"/>
        <w:tblW w:w="0" w:type="auto"/>
        <w:tblLook w:val="04A0" w:firstRow="1" w:lastRow="0" w:firstColumn="1" w:lastColumn="0" w:noHBand="0" w:noVBand="1"/>
      </w:tblPr>
      <w:tblGrid>
        <w:gridCol w:w="4675"/>
        <w:gridCol w:w="4675"/>
      </w:tblGrid>
      <w:tr w:rsidR="00226A24" w14:paraId="22EDF500" w14:textId="77777777">
        <w:tc>
          <w:tcPr>
            <w:tcW w:w="9350" w:type="dxa"/>
            <w:gridSpan w:val="2"/>
          </w:tcPr>
          <w:p w14:paraId="1D24266A" w14:textId="77777777" w:rsidR="00226A24" w:rsidRDefault="00BE6A29">
            <w:pPr>
              <w:pStyle w:val="BodyText"/>
              <w:jc w:val="center"/>
              <w:rPr>
                <w:szCs w:val="24"/>
              </w:rPr>
            </w:pPr>
            <w:r>
              <w:rPr>
                <w:szCs w:val="24"/>
              </w:rPr>
              <w:t>Table 700-1</w:t>
            </w:r>
          </w:p>
          <w:p w14:paraId="0EE283FB" w14:textId="77777777" w:rsidR="00226A24" w:rsidRDefault="00BE6A29">
            <w:pPr>
              <w:pStyle w:val="BodyText"/>
              <w:jc w:val="center"/>
              <w:rPr>
                <w:szCs w:val="24"/>
              </w:rPr>
            </w:pPr>
            <w:r>
              <w:rPr>
                <w:szCs w:val="24"/>
              </w:rPr>
              <w:t>Static Sign Panel Requirements</w:t>
            </w:r>
          </w:p>
        </w:tc>
      </w:tr>
      <w:tr w:rsidR="00226A24" w14:paraId="09298DFF" w14:textId="77777777">
        <w:tc>
          <w:tcPr>
            <w:tcW w:w="4675" w:type="dxa"/>
          </w:tcPr>
          <w:p w14:paraId="1DDCB90C" w14:textId="77777777" w:rsidR="00226A24" w:rsidRDefault="00BE6A29">
            <w:pPr>
              <w:pStyle w:val="BodyText"/>
              <w:jc w:val="center"/>
              <w:rPr>
                <w:szCs w:val="24"/>
              </w:rPr>
            </w:pPr>
            <w:r>
              <w:rPr>
                <w:szCs w:val="24"/>
              </w:rPr>
              <w:t>Type</w:t>
            </w:r>
          </w:p>
        </w:tc>
        <w:tc>
          <w:tcPr>
            <w:tcW w:w="4675" w:type="dxa"/>
          </w:tcPr>
          <w:p w14:paraId="37B3D61B" w14:textId="77777777" w:rsidR="00226A24" w:rsidRDefault="00BE6A29">
            <w:pPr>
              <w:pStyle w:val="BodyText"/>
              <w:jc w:val="center"/>
              <w:rPr>
                <w:szCs w:val="24"/>
              </w:rPr>
            </w:pPr>
            <w:r>
              <w:rPr>
                <w:szCs w:val="24"/>
              </w:rPr>
              <w:t>Minimum Thickness</w:t>
            </w:r>
          </w:p>
        </w:tc>
      </w:tr>
      <w:tr w:rsidR="00226A24" w14:paraId="7C82933D" w14:textId="77777777">
        <w:tc>
          <w:tcPr>
            <w:tcW w:w="4675" w:type="dxa"/>
          </w:tcPr>
          <w:p w14:paraId="1A392E5B" w14:textId="77777777" w:rsidR="00226A24" w:rsidRDefault="00BE6A29">
            <w:pPr>
              <w:pStyle w:val="BodyText"/>
              <w:jc w:val="center"/>
            </w:pPr>
            <w:r>
              <w:t>Overlay Existing Sign Panels</w:t>
            </w:r>
          </w:p>
        </w:tc>
        <w:tc>
          <w:tcPr>
            <w:tcW w:w="4675" w:type="dxa"/>
          </w:tcPr>
          <w:p w14:paraId="1EB40DCF" w14:textId="77777777" w:rsidR="00226A24" w:rsidRDefault="00BE6A29">
            <w:pPr>
              <w:pStyle w:val="BodyText"/>
              <w:jc w:val="center"/>
            </w:pPr>
            <w:r>
              <w:t>0.040</w:t>
            </w:r>
          </w:p>
        </w:tc>
      </w:tr>
      <w:tr w:rsidR="00226A24" w14:paraId="40B1B68F" w14:textId="77777777">
        <w:tc>
          <w:tcPr>
            <w:tcW w:w="4675" w:type="dxa"/>
          </w:tcPr>
          <w:p w14:paraId="38579195" w14:textId="77777777" w:rsidR="00226A24" w:rsidRDefault="00BE6A29">
            <w:pPr>
              <w:pStyle w:val="BodyText"/>
              <w:jc w:val="center"/>
              <w:rPr>
                <w:szCs w:val="24"/>
              </w:rPr>
            </w:pPr>
            <w:r>
              <w:rPr>
                <w:szCs w:val="24"/>
              </w:rPr>
              <w:t>Single column ground sign</w:t>
            </w:r>
          </w:p>
        </w:tc>
        <w:tc>
          <w:tcPr>
            <w:tcW w:w="4675" w:type="dxa"/>
          </w:tcPr>
          <w:p w14:paraId="1278D5E0" w14:textId="77777777" w:rsidR="00226A24" w:rsidRDefault="00BE6A29">
            <w:pPr>
              <w:pStyle w:val="BodyText"/>
              <w:jc w:val="center"/>
              <w:rPr>
                <w:szCs w:val="24"/>
              </w:rPr>
            </w:pPr>
            <w:r>
              <w:rPr>
                <w:szCs w:val="24"/>
              </w:rPr>
              <w:t>0.08 inch</w:t>
            </w:r>
          </w:p>
        </w:tc>
      </w:tr>
      <w:tr w:rsidR="00226A24" w14:paraId="2D5FA614" w14:textId="77777777">
        <w:tc>
          <w:tcPr>
            <w:tcW w:w="4675" w:type="dxa"/>
          </w:tcPr>
          <w:p w14:paraId="7CB57106" w14:textId="77777777" w:rsidR="00226A24" w:rsidRDefault="00BE6A29">
            <w:pPr>
              <w:pStyle w:val="BodyText"/>
              <w:jc w:val="center"/>
              <w:rPr>
                <w:szCs w:val="24"/>
              </w:rPr>
            </w:pPr>
            <w:r>
              <w:rPr>
                <w:szCs w:val="24"/>
              </w:rPr>
              <w:t>All other sign panels</w:t>
            </w:r>
          </w:p>
        </w:tc>
        <w:tc>
          <w:tcPr>
            <w:tcW w:w="4675" w:type="dxa"/>
          </w:tcPr>
          <w:p w14:paraId="57BDF4A8" w14:textId="77777777" w:rsidR="00226A24" w:rsidRDefault="00BE6A29">
            <w:pPr>
              <w:pStyle w:val="BodyText"/>
              <w:jc w:val="center"/>
              <w:rPr>
                <w:szCs w:val="24"/>
              </w:rPr>
            </w:pPr>
            <w:r>
              <w:rPr>
                <w:szCs w:val="24"/>
              </w:rPr>
              <w:t>0.125 inch</w:t>
            </w:r>
          </w:p>
        </w:tc>
      </w:tr>
    </w:tbl>
    <w:p w14:paraId="497306F6" w14:textId="77777777" w:rsidR="00226A24" w:rsidRDefault="00226A24">
      <w:pPr>
        <w:pStyle w:val="BodyText"/>
        <w:rPr>
          <w:szCs w:val="24"/>
        </w:rPr>
      </w:pPr>
    </w:p>
    <w:p w14:paraId="181242FC" w14:textId="77777777" w:rsidR="00BE6A29" w:rsidRDefault="00BE6A29" w:rsidP="00BE6A29">
      <w:pPr>
        <w:pStyle w:val="BodyText"/>
        <w:rPr>
          <w:szCs w:val="24"/>
        </w:rPr>
      </w:pPr>
      <w:r>
        <w:rPr>
          <w:szCs w:val="24"/>
        </w:rPr>
        <w:tab/>
      </w:r>
      <w:r>
        <w:rPr>
          <w:szCs w:val="24"/>
        </w:rPr>
        <w:tab/>
      </w:r>
      <w:r w:rsidRPr="001E4B55">
        <w:rPr>
          <w:b/>
          <w:bCs/>
        </w:rPr>
        <w:t>700-2.</w:t>
      </w:r>
      <w:r>
        <w:rPr>
          <w:b/>
          <w:bCs/>
        </w:rPr>
        <w:t>2</w:t>
      </w:r>
      <w:r w:rsidRPr="001E4B55">
        <w:rPr>
          <w:b/>
          <w:bCs/>
        </w:rPr>
        <w:t>.2 Sign Panel Mounting Hardware:</w:t>
      </w:r>
      <w:r w:rsidRPr="00795DBB">
        <w:rPr>
          <w:szCs w:val="24"/>
        </w:rPr>
        <w:t xml:space="preserve"> Provide aluminum materials (plates, bars, shapes, bolts, nuts, and washers) in accordance with Section</w:t>
      </w:r>
      <w:r>
        <w:rPr>
          <w:szCs w:val="24"/>
        </w:rPr>
        <w:t> </w:t>
      </w:r>
      <w:r w:rsidRPr="00795DBB">
        <w:rPr>
          <w:szCs w:val="24"/>
        </w:rPr>
        <w:t>965. Stainless steel mounting hardware meeting Table</w:t>
      </w:r>
      <w:r>
        <w:rPr>
          <w:szCs w:val="24"/>
        </w:rPr>
        <w:t> </w:t>
      </w:r>
      <w:r w:rsidRPr="00795DBB">
        <w:rPr>
          <w:szCs w:val="24"/>
        </w:rPr>
        <w:t>962-6 (ASTM</w:t>
      </w:r>
      <w:r>
        <w:rPr>
          <w:szCs w:val="24"/>
        </w:rPr>
        <w:t> </w:t>
      </w:r>
      <w:r w:rsidRPr="00795DBB">
        <w:rPr>
          <w:szCs w:val="24"/>
        </w:rPr>
        <w:t>F593 for bolts and ASTM</w:t>
      </w:r>
      <w:r>
        <w:rPr>
          <w:szCs w:val="24"/>
        </w:rPr>
        <w:t> </w:t>
      </w:r>
      <w:r w:rsidRPr="00795DBB">
        <w:rPr>
          <w:szCs w:val="24"/>
        </w:rPr>
        <w:t>F594 for nuts) may be substituted. Steel plates, shapes and hardware must meet Section</w:t>
      </w:r>
      <w:r>
        <w:rPr>
          <w:szCs w:val="24"/>
        </w:rPr>
        <w:t> </w:t>
      </w:r>
      <w:r w:rsidRPr="00795DBB">
        <w:rPr>
          <w:szCs w:val="24"/>
        </w:rPr>
        <w:t>962.</w:t>
      </w:r>
    </w:p>
    <w:p w14:paraId="0FA0858F" w14:textId="77777777" w:rsidR="00BE6A29" w:rsidRDefault="00BE6A29" w:rsidP="00BE6A29">
      <w:pPr>
        <w:pStyle w:val="BodyText"/>
        <w:rPr>
          <w:bCs/>
        </w:rPr>
      </w:pPr>
      <w:r w:rsidRPr="00A936F8">
        <w:tab/>
      </w:r>
      <w:r w:rsidRPr="00A936F8">
        <w:tab/>
      </w:r>
      <w:r w:rsidRPr="00A936F8">
        <w:rPr>
          <w:b/>
        </w:rPr>
        <w:t>700-2.</w:t>
      </w:r>
      <w:r>
        <w:rPr>
          <w:b/>
        </w:rPr>
        <w:t>2.3</w:t>
      </w:r>
      <w:r w:rsidRPr="00A936F8">
        <w:rPr>
          <w:b/>
        </w:rPr>
        <w:t xml:space="preserve"> Retroreflective Sign Sheeting:</w:t>
      </w:r>
      <w:r w:rsidRPr="00A936F8">
        <w:t xml:space="preserve"> </w:t>
      </w:r>
      <w:r w:rsidRPr="0045561B">
        <w:t>Sign sheeting must meet the</w:t>
      </w:r>
      <w:r w:rsidRPr="00A936F8">
        <w:rPr>
          <w:bCs/>
        </w:rPr>
        <w:t xml:space="preserve"> requirements of Section 994</w:t>
      </w:r>
      <w:r>
        <w:rPr>
          <w:bCs/>
        </w:rPr>
        <w:t xml:space="preserve"> and Table 700-2</w:t>
      </w:r>
      <w:r w:rsidRPr="00A936F8">
        <w:rPr>
          <w:bCs/>
        </w:rPr>
        <w:t>.</w:t>
      </w:r>
    </w:p>
    <w:p w14:paraId="1C30786C" w14:textId="77777777" w:rsidR="00BE6A29" w:rsidRPr="00A936F8" w:rsidRDefault="00BE6A29" w:rsidP="00BE6A29">
      <w:pPr>
        <w:pStyle w:val="BodyText"/>
        <w:rPr>
          <w:bCs/>
        </w:rPr>
      </w:pPr>
    </w:p>
    <w:tbl>
      <w:tblPr>
        <w:tblStyle w:val="TableGrid"/>
        <w:tblW w:w="0" w:type="auto"/>
        <w:tblLook w:val="04A0" w:firstRow="1" w:lastRow="0" w:firstColumn="1" w:lastColumn="0" w:noHBand="0" w:noVBand="1"/>
      </w:tblPr>
      <w:tblGrid>
        <w:gridCol w:w="3595"/>
        <w:gridCol w:w="2638"/>
        <w:gridCol w:w="3117"/>
      </w:tblGrid>
      <w:tr w:rsidR="00BE6A29" w14:paraId="3034AFF4" w14:textId="77777777" w:rsidTr="00392D00">
        <w:tc>
          <w:tcPr>
            <w:tcW w:w="9350" w:type="dxa"/>
            <w:gridSpan w:val="3"/>
          </w:tcPr>
          <w:p w14:paraId="0A8886ED" w14:textId="77777777" w:rsidR="00BE6A29" w:rsidRPr="00106754" w:rsidRDefault="00BE6A29" w:rsidP="00392D00">
            <w:pPr>
              <w:pStyle w:val="BodyText"/>
              <w:jc w:val="center"/>
              <w:rPr>
                <w:bCs/>
              </w:rPr>
            </w:pPr>
            <w:r w:rsidRPr="00106754">
              <w:rPr>
                <w:bCs/>
              </w:rPr>
              <w:t>Table 700-2</w:t>
            </w:r>
          </w:p>
          <w:p w14:paraId="32ACF4B6" w14:textId="77777777" w:rsidR="00BE6A29" w:rsidRDefault="00BE6A29" w:rsidP="00392D00">
            <w:pPr>
              <w:pStyle w:val="BodyText"/>
              <w:jc w:val="center"/>
              <w:rPr>
                <w:bCs/>
              </w:rPr>
            </w:pPr>
            <w:r w:rsidRPr="00106754">
              <w:rPr>
                <w:bCs/>
              </w:rPr>
              <w:t>Retroreflective Sign Sheeting</w:t>
            </w:r>
            <w:r>
              <w:rPr>
                <w:bCs/>
              </w:rPr>
              <w:t>*</w:t>
            </w:r>
          </w:p>
        </w:tc>
      </w:tr>
      <w:tr w:rsidR="00BE6A29" w14:paraId="3DA4FCF0" w14:textId="77777777" w:rsidTr="00392D00">
        <w:tc>
          <w:tcPr>
            <w:tcW w:w="3595" w:type="dxa"/>
          </w:tcPr>
          <w:p w14:paraId="704EE234" w14:textId="77777777" w:rsidR="00BE6A29" w:rsidRDefault="00BE6A29" w:rsidP="00392D00">
            <w:pPr>
              <w:pStyle w:val="BodyText"/>
              <w:jc w:val="center"/>
              <w:rPr>
                <w:bCs/>
              </w:rPr>
            </w:pPr>
            <w:r>
              <w:rPr>
                <w:bCs/>
              </w:rPr>
              <w:t>Application</w:t>
            </w:r>
          </w:p>
        </w:tc>
        <w:tc>
          <w:tcPr>
            <w:tcW w:w="2638" w:type="dxa"/>
          </w:tcPr>
          <w:p w14:paraId="1D48D86F" w14:textId="77777777" w:rsidR="00BE6A29" w:rsidRDefault="00BE6A29" w:rsidP="00392D00">
            <w:pPr>
              <w:pStyle w:val="BodyText"/>
              <w:jc w:val="center"/>
              <w:rPr>
                <w:bCs/>
              </w:rPr>
            </w:pPr>
            <w:r>
              <w:rPr>
                <w:bCs/>
              </w:rPr>
              <w:t>Sheeting System Type</w:t>
            </w:r>
          </w:p>
        </w:tc>
        <w:tc>
          <w:tcPr>
            <w:tcW w:w="3117" w:type="dxa"/>
          </w:tcPr>
          <w:p w14:paraId="0EA3D166" w14:textId="77777777" w:rsidR="00BE6A29" w:rsidRDefault="00BE6A29" w:rsidP="00392D00">
            <w:pPr>
              <w:pStyle w:val="BodyText"/>
              <w:jc w:val="center"/>
              <w:rPr>
                <w:bCs/>
              </w:rPr>
            </w:pPr>
            <w:r>
              <w:rPr>
                <w:bCs/>
              </w:rPr>
              <w:t>Notes</w:t>
            </w:r>
          </w:p>
        </w:tc>
      </w:tr>
      <w:tr w:rsidR="00BE6A29" w14:paraId="37A69360" w14:textId="77777777" w:rsidTr="00392D00">
        <w:tc>
          <w:tcPr>
            <w:tcW w:w="3595" w:type="dxa"/>
          </w:tcPr>
          <w:p w14:paraId="7D885694" w14:textId="77777777" w:rsidR="00BE6A29" w:rsidRDefault="00BE6A29" w:rsidP="00392D00">
            <w:pPr>
              <w:pStyle w:val="BodyText"/>
              <w:jc w:val="center"/>
            </w:pPr>
            <w:r>
              <w:t>All signs and retroreflective strips, except as otherwise noted below</w:t>
            </w:r>
          </w:p>
        </w:tc>
        <w:tc>
          <w:tcPr>
            <w:tcW w:w="2638" w:type="dxa"/>
            <w:vAlign w:val="center"/>
          </w:tcPr>
          <w:p w14:paraId="726E7256" w14:textId="77777777" w:rsidR="00BE6A29" w:rsidRDefault="00BE6A29" w:rsidP="00392D00">
            <w:pPr>
              <w:pStyle w:val="BodyText"/>
              <w:jc w:val="center"/>
              <w:rPr>
                <w:bCs/>
              </w:rPr>
            </w:pPr>
            <w:r w:rsidRPr="00E6403D">
              <w:t>Type XI</w:t>
            </w:r>
          </w:p>
        </w:tc>
        <w:tc>
          <w:tcPr>
            <w:tcW w:w="3117" w:type="dxa"/>
          </w:tcPr>
          <w:p w14:paraId="12252FC7" w14:textId="77777777" w:rsidR="00BE6A29" w:rsidRDefault="00BE6A29" w:rsidP="00392D00">
            <w:pPr>
              <w:pStyle w:val="BodyText"/>
              <w:jc w:val="center"/>
            </w:pPr>
          </w:p>
        </w:tc>
      </w:tr>
      <w:tr w:rsidR="00BE6A29" w14:paraId="170257FC" w14:textId="77777777" w:rsidTr="00392D00">
        <w:tc>
          <w:tcPr>
            <w:tcW w:w="3595" w:type="dxa"/>
          </w:tcPr>
          <w:p w14:paraId="38EB3E1F" w14:textId="77777777" w:rsidR="00BE6A29" w:rsidRPr="00526148" w:rsidRDefault="00BE6A29" w:rsidP="00392D00">
            <w:pPr>
              <w:pStyle w:val="BodyText"/>
              <w:rPr>
                <w:bCs/>
              </w:rPr>
            </w:pPr>
            <w:r w:rsidRPr="00526148">
              <w:rPr>
                <w:bCs/>
              </w:rPr>
              <w:t>School: S1-1, S3-1, S3-2, S4-5, S4-5a, S5-1 (SCHOOL portion)</w:t>
            </w:r>
          </w:p>
          <w:p w14:paraId="33BAF85D" w14:textId="77777777" w:rsidR="00BE6A29" w:rsidRPr="00526148" w:rsidRDefault="00BE6A29" w:rsidP="00392D00">
            <w:pPr>
              <w:pStyle w:val="BodyText"/>
              <w:rPr>
                <w:bCs/>
              </w:rPr>
            </w:pPr>
            <w:r w:rsidRPr="00526148">
              <w:rPr>
                <w:bCs/>
              </w:rPr>
              <w:t>Bicycle: W11-1</w:t>
            </w:r>
          </w:p>
          <w:p w14:paraId="26D6DE1B" w14:textId="77777777" w:rsidR="00BE6A29" w:rsidRPr="00526148" w:rsidRDefault="00BE6A29" w:rsidP="00392D00">
            <w:pPr>
              <w:pStyle w:val="BodyText"/>
              <w:rPr>
                <w:bCs/>
              </w:rPr>
            </w:pPr>
            <w:r w:rsidRPr="00526148">
              <w:rPr>
                <w:bCs/>
              </w:rPr>
              <w:t>Pedestrian: R1 6, R1 6a, R1 6b, R1 6c, R1 9, R1 9a, R10 15, W11 2</w:t>
            </w:r>
          </w:p>
          <w:p w14:paraId="1C136EE1" w14:textId="77777777" w:rsidR="00BE6A29" w:rsidRDefault="00BE6A29" w:rsidP="00392D00">
            <w:pPr>
              <w:pStyle w:val="BodyText"/>
              <w:rPr>
                <w:bCs/>
              </w:rPr>
            </w:pPr>
            <w:r w:rsidRPr="00526148">
              <w:rPr>
                <w:bCs/>
              </w:rPr>
              <w:t>Shared Use Path (trail): W11 15, W11 15a</w:t>
            </w:r>
          </w:p>
        </w:tc>
        <w:tc>
          <w:tcPr>
            <w:tcW w:w="2638" w:type="dxa"/>
            <w:vAlign w:val="center"/>
          </w:tcPr>
          <w:p w14:paraId="309162A4" w14:textId="77777777" w:rsidR="00BE6A29" w:rsidRDefault="00BE6A29" w:rsidP="00392D00">
            <w:pPr>
              <w:pStyle w:val="BodyText"/>
              <w:jc w:val="center"/>
              <w:rPr>
                <w:bCs/>
              </w:rPr>
            </w:pPr>
            <w:r w:rsidRPr="00526148">
              <w:rPr>
                <w:bCs/>
              </w:rPr>
              <w:t>Type XI fluorescent yellow green sheeting*</w:t>
            </w:r>
            <w:r>
              <w:rPr>
                <w:bCs/>
              </w:rPr>
              <w:t>*</w:t>
            </w:r>
          </w:p>
        </w:tc>
        <w:tc>
          <w:tcPr>
            <w:tcW w:w="3117" w:type="dxa"/>
            <w:vAlign w:val="center"/>
          </w:tcPr>
          <w:p w14:paraId="5481EA32" w14:textId="77777777" w:rsidR="00BE6A29" w:rsidRDefault="00BE6A29" w:rsidP="00392D00">
            <w:pPr>
              <w:pStyle w:val="BodyText"/>
              <w:jc w:val="center"/>
              <w:rPr>
                <w:bCs/>
              </w:rPr>
            </w:pPr>
            <w:r w:rsidRPr="00526148">
              <w:rPr>
                <w:bCs/>
              </w:rPr>
              <w:t>Includes supplemental panels</w:t>
            </w:r>
          </w:p>
        </w:tc>
      </w:tr>
      <w:tr w:rsidR="00BE6A29" w14:paraId="011F798E" w14:textId="77777777" w:rsidTr="00392D00">
        <w:tc>
          <w:tcPr>
            <w:tcW w:w="9350" w:type="dxa"/>
            <w:gridSpan w:val="3"/>
          </w:tcPr>
          <w:p w14:paraId="4FF60D87" w14:textId="77777777" w:rsidR="00BE6A29" w:rsidRDefault="00BE6A29" w:rsidP="00392D00">
            <w:pPr>
              <w:pStyle w:val="BodyText"/>
              <w:spacing w:after="40"/>
              <w:rPr>
                <w:sz w:val="18"/>
                <w:szCs w:val="18"/>
              </w:rPr>
            </w:pPr>
            <w:r w:rsidRPr="23C0EE66">
              <w:rPr>
                <w:sz w:val="18"/>
                <w:szCs w:val="18"/>
              </w:rPr>
              <w:t>*</w:t>
            </w:r>
            <w:r>
              <w:t xml:space="preserve"> </w:t>
            </w:r>
            <w:r w:rsidRPr="00492BCD">
              <w:rPr>
                <w:sz w:val="18"/>
                <w:szCs w:val="18"/>
              </w:rPr>
              <w:t xml:space="preserve">All digitally printed signs and </w:t>
            </w:r>
            <w:r>
              <w:rPr>
                <w:sz w:val="18"/>
                <w:szCs w:val="18"/>
              </w:rPr>
              <w:t xml:space="preserve">red </w:t>
            </w:r>
            <w:r w:rsidRPr="00492BCD">
              <w:rPr>
                <w:sz w:val="18"/>
                <w:szCs w:val="18"/>
              </w:rPr>
              <w:t>silkscreen ink</w:t>
            </w:r>
            <w:r>
              <w:rPr>
                <w:sz w:val="18"/>
                <w:szCs w:val="18"/>
              </w:rPr>
              <w:t>s</w:t>
            </w:r>
            <w:r w:rsidRPr="00492BCD">
              <w:rPr>
                <w:sz w:val="18"/>
                <w:szCs w:val="18"/>
              </w:rPr>
              <w:t xml:space="preserve"> require a clear overlay for UV protection.</w:t>
            </w:r>
          </w:p>
          <w:p w14:paraId="01505026" w14:textId="5FCE811D" w:rsidR="00BE6A29" w:rsidRPr="00526148" w:rsidRDefault="00BE6A29" w:rsidP="00392D00">
            <w:pPr>
              <w:pStyle w:val="BodyText"/>
              <w:spacing w:after="40"/>
            </w:pPr>
            <w:r>
              <w:rPr>
                <w:sz w:val="18"/>
                <w:szCs w:val="18"/>
              </w:rPr>
              <w:t>**</w:t>
            </w:r>
            <w:r w:rsidRPr="23C0EE66">
              <w:rPr>
                <w:sz w:val="18"/>
                <w:szCs w:val="18"/>
              </w:rPr>
              <w:t>Do not mix signs having fluorescent yellow green sheeting with signs having yellow retroreflective sheeting</w:t>
            </w:r>
            <w:r w:rsidRPr="00492BCD">
              <w:rPr>
                <w:sz w:val="18"/>
                <w:szCs w:val="18"/>
              </w:rPr>
              <w:t>.</w:t>
            </w:r>
          </w:p>
        </w:tc>
      </w:tr>
    </w:tbl>
    <w:p w14:paraId="5CDEDFF6" w14:textId="77777777" w:rsidR="00226A24" w:rsidRDefault="00226A24">
      <w:pPr>
        <w:pStyle w:val="BodyText"/>
        <w:rPr>
          <w:bCs/>
        </w:rPr>
      </w:pPr>
    </w:p>
    <w:p w14:paraId="0053E5C4" w14:textId="77777777" w:rsidR="00BE6A29" w:rsidRDefault="00BE6A29">
      <w:pPr>
        <w:pStyle w:val="BodyText"/>
        <w:rPr>
          <w:bCs/>
        </w:rPr>
      </w:pPr>
    </w:p>
    <w:p w14:paraId="6D42BCFA" w14:textId="77777777" w:rsidR="00226A24" w:rsidRDefault="00BE6A29">
      <w:pPr>
        <w:pStyle w:val="LeadInSentence"/>
      </w:pPr>
      <w:r>
        <w:t>SUBARTICLE 700-3.3 is expanded by the following Subarticles:</w:t>
      </w:r>
    </w:p>
    <w:p w14:paraId="38B278F8" w14:textId="137F23F8" w:rsidR="004B7DF1" w:rsidRDefault="00BE6A29">
      <w:pPr>
        <w:pStyle w:val="BodyText"/>
        <w:rPr>
          <w:b/>
          <w:bCs/>
        </w:rPr>
      </w:pPr>
      <w:r>
        <w:rPr>
          <w:b/>
          <w:bCs/>
        </w:rPr>
        <w:tab/>
        <w:t>700-3.4 Overlay</w:t>
      </w:r>
      <w:r w:rsidR="004B7DF1" w:rsidRPr="0054350D">
        <w:rPr>
          <w:b/>
          <w:bCs/>
        </w:rPr>
        <w:t xml:space="preserve"> </w:t>
      </w:r>
      <w:r>
        <w:rPr>
          <w:b/>
          <w:bCs/>
        </w:rPr>
        <w:t>Sign Panels:</w:t>
      </w:r>
    </w:p>
    <w:p w14:paraId="58BE9BB2" w14:textId="4B0FEB02" w:rsidR="004B7DF1" w:rsidRPr="0054350D" w:rsidRDefault="004B7DF1" w:rsidP="004B7DF1">
      <w:pPr>
        <w:pStyle w:val="BodyText"/>
      </w:pPr>
      <w:r w:rsidRPr="00694AA7">
        <w:rPr>
          <w:b/>
          <w:bCs/>
        </w:rPr>
        <w:tab/>
      </w:r>
      <w:r w:rsidRPr="00694AA7">
        <w:rPr>
          <w:b/>
          <w:bCs/>
        </w:rPr>
        <w:tab/>
        <w:t>700-3.4.1 Measurement:</w:t>
      </w:r>
      <w:r w:rsidRPr="0054350D">
        <w:rPr>
          <w:b/>
          <w:bCs/>
        </w:rPr>
        <w:t xml:space="preserve"> </w:t>
      </w:r>
      <w:r w:rsidRPr="0054350D">
        <w:t>Prior to fabricating sign panel overlay, field measure the length, height, and radius of the existing panels and the area of the panel where the overlay</w:t>
      </w:r>
      <w:r>
        <w:t xml:space="preserve"> </w:t>
      </w:r>
      <w:r w:rsidRPr="00694AA7">
        <w:t>is</w:t>
      </w:r>
      <w:r w:rsidRPr="0054350D">
        <w:t xml:space="preserve"> required.</w:t>
      </w:r>
    </w:p>
    <w:p w14:paraId="2367E610" w14:textId="3CB77C5A" w:rsidR="004B7DF1" w:rsidRDefault="004B7DF1" w:rsidP="004B7DF1">
      <w:pPr>
        <w:pStyle w:val="BodyText"/>
        <w:rPr>
          <w:b/>
          <w:bCs/>
        </w:rPr>
      </w:pPr>
      <w:r w:rsidRPr="0054350D">
        <w:tab/>
      </w:r>
      <w:r w:rsidRPr="0054350D">
        <w:tab/>
      </w:r>
      <w:r w:rsidRPr="00694AA7">
        <w:rPr>
          <w:b/>
          <w:bCs/>
        </w:rPr>
        <w:t xml:space="preserve">700-3.4.2 </w:t>
      </w:r>
      <w:r w:rsidRPr="0058051F">
        <w:rPr>
          <w:b/>
          <w:bCs/>
        </w:rPr>
        <w:t>Fabrication</w:t>
      </w:r>
      <w:r>
        <w:rPr>
          <w:b/>
          <w:bCs/>
        </w:rPr>
        <w:t>:</w:t>
      </w:r>
      <w:r w:rsidRPr="00DE1D0B">
        <w:rPr>
          <w:b/>
          <w:bCs/>
        </w:rPr>
        <w:t xml:space="preserve"> </w:t>
      </w:r>
      <w:r>
        <w:t>Fabricate overlay sign blanks in accordance with 994-3.4, with sign blanks at appropriate</w:t>
      </w:r>
      <w:r w:rsidRPr="0054350D">
        <w:t xml:space="preserve"> dimensions so the overlay panel and overlay panel hardware will not conflict with information to remain on the existing sign panel</w:t>
      </w:r>
      <w:r>
        <w:t xml:space="preserve"> and</w:t>
      </w:r>
      <w:r w:rsidRPr="0054350D">
        <w:t xml:space="preserve"> will not extend beyond the dimension of the original sign panel.</w:t>
      </w:r>
    </w:p>
    <w:p w14:paraId="63F1CAF4" w14:textId="662A4D41" w:rsidR="004B7DF1" w:rsidRPr="0054350D" w:rsidRDefault="004B7DF1" w:rsidP="004B7DF1">
      <w:pPr>
        <w:pStyle w:val="BodyText"/>
      </w:pPr>
      <w:r>
        <w:rPr>
          <w:b/>
          <w:bCs/>
        </w:rPr>
        <w:tab/>
      </w:r>
      <w:r>
        <w:rPr>
          <w:b/>
          <w:bCs/>
        </w:rPr>
        <w:tab/>
      </w:r>
      <w:r w:rsidRPr="0058051F">
        <w:rPr>
          <w:b/>
          <w:bCs/>
        </w:rPr>
        <w:t>700-3.4.</w:t>
      </w:r>
      <w:r>
        <w:rPr>
          <w:b/>
          <w:bCs/>
        </w:rPr>
        <w:t>3</w:t>
      </w:r>
      <w:r w:rsidRPr="0058051F">
        <w:rPr>
          <w:b/>
          <w:bCs/>
        </w:rPr>
        <w:t xml:space="preserve"> </w:t>
      </w:r>
      <w:r w:rsidRPr="00694AA7">
        <w:rPr>
          <w:b/>
          <w:bCs/>
        </w:rPr>
        <w:t>Hardware:</w:t>
      </w:r>
      <w:r w:rsidRPr="0054350D">
        <w:rPr>
          <w:b/>
          <w:bCs/>
        </w:rPr>
        <w:t xml:space="preserve"> </w:t>
      </w:r>
      <w:r>
        <w:t>R</w:t>
      </w:r>
      <w:r w:rsidRPr="0054350D">
        <w:t>eplac</w:t>
      </w:r>
      <w:r>
        <w:t>e</w:t>
      </w:r>
      <w:r w:rsidRPr="0054350D">
        <w:t xml:space="preserve"> hex head bolts on the original sign surface with flat head </w:t>
      </w:r>
      <w:bookmarkStart w:id="2" w:name="_Hlk189142385"/>
      <w:r w:rsidRPr="0054350D">
        <w:t xml:space="preserve">sign panel </w:t>
      </w:r>
      <w:r w:rsidRPr="00694AA7">
        <w:t xml:space="preserve">mounting </w:t>
      </w:r>
      <w:bookmarkEnd w:id="2"/>
      <w:r w:rsidRPr="00694AA7">
        <w:t xml:space="preserve">hardware meeting the requirements of 700-2.2.2. Install overlay </w:t>
      </w:r>
      <w:r w:rsidRPr="00694AA7">
        <w:lastRenderedPageBreak/>
        <w:t>sign panels with</w:t>
      </w:r>
      <w:r w:rsidRPr="00694AA7">
        <w:rPr>
          <w:rFonts w:eastAsiaTheme="minorHAnsi" w:cstheme="minorBidi"/>
          <w:sz w:val="22"/>
          <w:szCs w:val="22"/>
        </w:rPr>
        <w:t xml:space="preserve"> </w:t>
      </w:r>
      <w:r w:rsidRPr="00694AA7">
        <w:t xml:space="preserve">sign panel mounting hardware </w:t>
      </w:r>
      <w:r>
        <w:t xml:space="preserve">that is </w:t>
      </w:r>
      <w:r w:rsidRPr="0058051F">
        <w:t xml:space="preserve">no less than </w:t>
      </w:r>
      <w:r>
        <w:t>1/4</w:t>
      </w:r>
      <w:r w:rsidRPr="0058051F">
        <w:t xml:space="preserve"> inch in diameter</w:t>
      </w:r>
      <w:r>
        <w:t xml:space="preserve"> and</w:t>
      </w:r>
      <w:r w:rsidRPr="002E1238">
        <w:t xml:space="preserve"> </w:t>
      </w:r>
      <w:r w:rsidRPr="00694AA7">
        <w:t>meet</w:t>
      </w:r>
      <w:r>
        <w:t>s</w:t>
      </w:r>
      <w:r w:rsidRPr="00694AA7">
        <w:t xml:space="preserve"> the requirements of 700-2.2.2</w:t>
      </w:r>
      <w:r w:rsidR="00694AA7">
        <w:t>.</w:t>
      </w:r>
      <w:r w:rsidRPr="00694AA7">
        <w:t xml:space="preserve"> Use sign sheeting nylon washers</w:t>
      </w:r>
      <w:r w:rsidRPr="0054350D">
        <w:t xml:space="preserve"> as required.</w:t>
      </w:r>
    </w:p>
    <w:p w14:paraId="4E03D5FF" w14:textId="3A630639" w:rsidR="004B7DF1" w:rsidRDefault="004B7DF1" w:rsidP="004B7DF1">
      <w:pPr>
        <w:pStyle w:val="BodyText"/>
      </w:pPr>
      <w:r w:rsidRPr="0054350D">
        <w:tab/>
      </w:r>
      <w:r w:rsidRPr="0054350D">
        <w:tab/>
      </w:r>
      <w:r w:rsidRPr="00694AA7">
        <w:rPr>
          <w:b/>
          <w:bCs/>
        </w:rPr>
        <w:t>700-3.4.4 Installation Method:</w:t>
      </w:r>
      <w:r w:rsidRPr="0054350D">
        <w:rPr>
          <w:b/>
          <w:bCs/>
        </w:rPr>
        <w:t xml:space="preserve"> </w:t>
      </w:r>
      <w:r w:rsidRPr="0054350D">
        <w:t xml:space="preserve">Install </w:t>
      </w:r>
      <w:bookmarkStart w:id="3" w:name="_Hlk190358927"/>
      <w:r w:rsidRPr="0054350D">
        <w:t xml:space="preserve">partial message </w:t>
      </w:r>
      <w:bookmarkEnd w:id="3"/>
      <w:r w:rsidRPr="0054350D">
        <w:t xml:space="preserve">overlays </w:t>
      </w:r>
      <w:bookmarkStart w:id="4" w:name="_Hlk190358974"/>
      <w:r w:rsidRPr="0054350D">
        <w:t>in such a way as to</w:t>
      </w:r>
      <w:r w:rsidRPr="0054350D" w:rsidDel="00801D01">
        <w:t xml:space="preserve"> </w:t>
      </w:r>
      <w:r w:rsidRPr="0054350D">
        <w:t xml:space="preserve">match the existing information and alignment. </w:t>
      </w:r>
      <w:r>
        <w:t>When multiple panels are required to fabricate the overlay, butt panels together snugly and in proper alignment. S</w:t>
      </w:r>
      <w:r w:rsidRPr="00E10631">
        <w:t>ecurely fasten</w:t>
      </w:r>
      <w:r>
        <w:t xml:space="preserve"> each</w:t>
      </w:r>
      <w:r w:rsidRPr="00E10631">
        <w:t xml:space="preserve"> overlay sign panel</w:t>
      </w:r>
      <w:r w:rsidRPr="00E10631" w:rsidDel="00801D01">
        <w:t xml:space="preserve"> </w:t>
      </w:r>
      <w:r>
        <w:t>to the existing sign as described below.</w:t>
      </w:r>
    </w:p>
    <w:bookmarkEnd w:id="4"/>
    <w:p w14:paraId="04356BEF" w14:textId="753B7903" w:rsidR="004B7DF1" w:rsidRDefault="004B7DF1" w:rsidP="004B7DF1">
      <w:pPr>
        <w:pStyle w:val="BodyText"/>
      </w:pPr>
      <w:r>
        <w:tab/>
      </w:r>
      <w:r>
        <w:tab/>
      </w:r>
      <w:bookmarkStart w:id="5" w:name="_Hlk190359018"/>
      <w:r>
        <w:t>Install fasteners at a maximum spacing of 8 inches around the perimeter of each overlay panel, 1 inch from each edge. Install vertical columns of fasteners in the field of each overlay panel, evenly spaced between edge fasteners, at a maximum spacing of 18 inches between vertical columns. Install fasteners in each vertical column in the field of an overlay panel with a maximum spacing of 12 inches.</w:t>
      </w:r>
      <w:r w:rsidRPr="00ED675A">
        <w:t xml:space="preserve"> Install all hardware in a sequence to prevent buckling of the sign panel overlay</w:t>
      </w:r>
      <w:bookmarkEnd w:id="5"/>
      <w:r>
        <w:t>.</w:t>
      </w:r>
    </w:p>
    <w:p w14:paraId="496A2F84" w14:textId="77777777" w:rsidR="00226A24" w:rsidRDefault="00BE6A29">
      <w:pPr>
        <w:pStyle w:val="BodyText"/>
      </w:pPr>
      <w:r>
        <w:rPr>
          <w:b/>
        </w:rPr>
        <w:tab/>
        <w:t>700-3.5 Static Sign Panel Cleaning:</w:t>
      </w:r>
      <w:r>
        <w:t xml:space="preserve"> Clean static ground and overhead signs to remove dirt, residue, stains, and other markings. Use environmentally safe cleaning solutions. Apply products in accordance with the manufacturer’s written recommendations.</w:t>
      </w:r>
    </w:p>
    <w:p w14:paraId="09ADBE03" w14:textId="77777777" w:rsidR="00226A24" w:rsidRDefault="00226A24">
      <w:pPr>
        <w:pStyle w:val="BodyText"/>
      </w:pPr>
    </w:p>
    <w:p w14:paraId="695F3182" w14:textId="77777777" w:rsidR="00226A24" w:rsidRDefault="00226A24">
      <w:pPr>
        <w:pStyle w:val="BodyText"/>
      </w:pPr>
    </w:p>
    <w:p w14:paraId="03FB3FD1" w14:textId="77777777" w:rsidR="00226A24" w:rsidRDefault="00BE6A29">
      <w:pPr>
        <w:pStyle w:val="LeadInSentence"/>
      </w:pPr>
      <w:r>
        <w:t>ARTICLE 700-9 is expanded by the following Subarticles:</w:t>
      </w:r>
    </w:p>
    <w:p w14:paraId="58CBE481" w14:textId="7FE2982B" w:rsidR="00226A24" w:rsidRDefault="00BE6A29">
      <w:pPr>
        <w:pStyle w:val="BodyText"/>
      </w:pPr>
      <w:r>
        <w:rPr>
          <w:b/>
          <w:bCs/>
        </w:rPr>
        <w:tab/>
        <w:t>700-9.14 Single Column Ground Sign Panel Overlay:</w:t>
      </w:r>
      <w:r>
        <w:t xml:space="preserve"> Measurement for each sign panel overlay will be the area, in square feet of sign panel sheeting area.</w:t>
      </w:r>
    </w:p>
    <w:p w14:paraId="210A0FD1" w14:textId="77777777" w:rsidR="00226A24" w:rsidRDefault="00BE6A29">
      <w:pPr>
        <w:pStyle w:val="BodyText"/>
      </w:pPr>
      <w:r>
        <w:rPr>
          <w:b/>
          <w:bCs/>
        </w:rPr>
        <w:tab/>
        <w:t>700-9.15 Multi-Column Ground Sign Panel Overlay:</w:t>
      </w:r>
      <w:r>
        <w:t xml:space="preserve"> Measurement for each sign panel overlay will be the area, in square feet of sign panel sheeting area.</w:t>
      </w:r>
    </w:p>
    <w:p w14:paraId="1A0D8E6F" w14:textId="77777777" w:rsidR="00226A24" w:rsidRDefault="00BE6A29">
      <w:pPr>
        <w:pStyle w:val="BodyText"/>
      </w:pPr>
      <w:r>
        <w:rPr>
          <w:b/>
          <w:bCs/>
        </w:rPr>
        <w:tab/>
        <w:t>700-9.16 Overhead Ground Sign Panel Overlay:</w:t>
      </w:r>
      <w:r>
        <w:t xml:space="preserve"> Measurement for each sign panel overlay will be the area, in square feet of the sheeting area.</w:t>
      </w:r>
    </w:p>
    <w:p w14:paraId="151DF312" w14:textId="77777777" w:rsidR="00226A24" w:rsidRDefault="00BE6A29">
      <w:pPr>
        <w:pStyle w:val="BodyText"/>
      </w:pPr>
      <w:r>
        <w:rPr>
          <w:b/>
          <w:bCs/>
        </w:rPr>
        <w:tab/>
        <w:t>700-9.17 Sign Panel Repair:</w:t>
      </w:r>
      <w:r>
        <w:t xml:space="preserve"> Measurement for repairs to single column, multi-column, overhead truss, and overhead cantilever signs will be made per each assembly.</w:t>
      </w:r>
    </w:p>
    <w:p w14:paraId="3902BC9A" w14:textId="77777777" w:rsidR="00226A24" w:rsidRDefault="00BE6A29">
      <w:pPr>
        <w:pStyle w:val="BodyText"/>
      </w:pPr>
      <w:r>
        <w:rPr>
          <w:b/>
          <w:bCs/>
        </w:rPr>
        <w:tab/>
        <w:t xml:space="preserve">700-9.18 </w:t>
      </w:r>
      <w:bookmarkStart w:id="6" w:name="_Hlk125023667"/>
      <w:r>
        <w:rPr>
          <w:b/>
          <w:bCs/>
        </w:rPr>
        <w:t>Sign Support Foundation</w:t>
      </w:r>
      <w:bookmarkEnd w:id="6"/>
      <w:r>
        <w:rPr>
          <w:b/>
          <w:bCs/>
        </w:rPr>
        <w:t>:</w:t>
      </w:r>
      <w:r>
        <w:t xml:space="preserve"> Measurement for Sign Support Foundation will be made per each.</w:t>
      </w:r>
    </w:p>
    <w:p w14:paraId="390A293A" w14:textId="77777777" w:rsidR="00226A24" w:rsidRDefault="00BE6A29">
      <w:pPr>
        <w:pStyle w:val="BodyText"/>
      </w:pPr>
      <w:r>
        <w:rPr>
          <w:b/>
          <w:bCs/>
        </w:rPr>
        <w:tab/>
        <w:t>700-9.19 Sign Support Foundation Removal:</w:t>
      </w:r>
      <w:r>
        <w:t xml:space="preserve"> Measurement for removal of Sign Support Foundation will be made per each.</w:t>
      </w:r>
    </w:p>
    <w:p w14:paraId="55DC6245" w14:textId="77777777" w:rsidR="00226A24" w:rsidRDefault="00BE6A29">
      <w:pPr>
        <w:pStyle w:val="BodyText"/>
      </w:pPr>
      <w:r>
        <w:rPr>
          <w:b/>
          <w:bCs/>
        </w:rPr>
        <w:tab/>
        <w:t>700-9.20 Sign Support Structure Repair:</w:t>
      </w:r>
      <w:r>
        <w:t xml:space="preserve"> Measurement for aluminum and steel sign support repairs will be made per pound of material for the repair.</w:t>
      </w:r>
    </w:p>
    <w:p w14:paraId="02B2E6DC" w14:textId="77777777" w:rsidR="00226A24" w:rsidRDefault="00BE6A29">
      <w:pPr>
        <w:pStyle w:val="BodyText"/>
      </w:pPr>
      <w:r>
        <w:rPr>
          <w:b/>
          <w:bCs/>
        </w:rPr>
        <w:tab/>
        <w:t>700-9.21 Sign Panel Cleaning:</w:t>
      </w:r>
      <w:r>
        <w:t xml:space="preserve"> Measurement for cleaning of single column, multi-column, and overhead sign panels will be the area, in square feet of sign panels cleaned.</w:t>
      </w:r>
    </w:p>
    <w:p w14:paraId="244F27B7" w14:textId="77777777" w:rsidR="00226A24" w:rsidRDefault="00226A24">
      <w:pPr>
        <w:pStyle w:val="BodyText"/>
      </w:pPr>
    </w:p>
    <w:p w14:paraId="0BB36E41" w14:textId="77777777" w:rsidR="00226A24" w:rsidRDefault="00226A24">
      <w:pPr>
        <w:pStyle w:val="BodyText"/>
      </w:pPr>
    </w:p>
    <w:p w14:paraId="38359BD6" w14:textId="77777777" w:rsidR="00F610D3" w:rsidRDefault="00F610D3" w:rsidP="00F610D3">
      <w:pPr>
        <w:pStyle w:val="LeadInSentence"/>
      </w:pPr>
      <w:r>
        <w:t>SUBARTICLE 700-10.14 is deleted and the following substituted:</w:t>
      </w:r>
    </w:p>
    <w:p w14:paraId="1B303DC0" w14:textId="0221293B" w:rsidR="00F610D3" w:rsidRDefault="00F610D3" w:rsidP="00F610D3">
      <w:pPr>
        <w:pStyle w:val="BodyText"/>
      </w:pPr>
      <w:r>
        <w:rPr>
          <w:b/>
          <w:bCs/>
        </w:rPr>
        <w:tab/>
        <w:t>700-10.14 Sign Panel Overlay:</w:t>
      </w:r>
      <w:r>
        <w:t xml:space="preserve"> The Contract unit price </w:t>
      </w:r>
      <w:r w:rsidR="00B154F1">
        <w:t>for</w:t>
      </w:r>
      <w:r w:rsidR="00F224D2">
        <w:t xml:space="preserve"> the square feet measurement of each</w:t>
      </w:r>
      <w:r w:rsidRPr="005A5468">
        <w:t xml:space="preserve"> sign panel overlay</w:t>
      </w:r>
      <w:r>
        <w:t xml:space="preserve"> include</w:t>
      </w:r>
      <w:r w:rsidR="00B154F1">
        <w:t>s</w:t>
      </w:r>
      <w:r>
        <w:t xml:space="preserve"> the overlay panel</w:t>
      </w:r>
      <w:r w:rsidR="004B7DF1">
        <w:t>(s)</w:t>
      </w:r>
      <w:r>
        <w:t>, hardware, labor</w:t>
      </w:r>
      <w:r w:rsidR="000C5A9F">
        <w:t>,</w:t>
      </w:r>
      <w:r w:rsidR="00F224D2">
        <w:t xml:space="preserve"> and equipment</w:t>
      </w:r>
      <w:r>
        <w:t xml:space="preserve"> necessary for a complete and accepted installation</w:t>
      </w:r>
      <w:r w:rsidR="004B7DF1" w:rsidRPr="006421A2">
        <w:t xml:space="preserve">, </w:t>
      </w:r>
      <w:r w:rsidR="004B7DF1" w:rsidRPr="00694AA7">
        <w:t>and includes removal of previously installed sign panel overlay if present</w:t>
      </w:r>
      <w:r>
        <w:t>.</w:t>
      </w:r>
    </w:p>
    <w:p w14:paraId="648D37DF" w14:textId="77777777" w:rsidR="00F610D3" w:rsidRDefault="00F610D3">
      <w:pPr>
        <w:pStyle w:val="BodyText"/>
      </w:pPr>
    </w:p>
    <w:p w14:paraId="2AC8DEB8" w14:textId="77777777" w:rsidR="00F610D3" w:rsidRDefault="00F610D3">
      <w:pPr>
        <w:pStyle w:val="BodyText"/>
      </w:pPr>
    </w:p>
    <w:p w14:paraId="7D9964C3" w14:textId="77777777" w:rsidR="00226A24" w:rsidRDefault="00BE6A29">
      <w:pPr>
        <w:pStyle w:val="LeadInSentence"/>
      </w:pPr>
      <w:r>
        <w:lastRenderedPageBreak/>
        <w:t>ARTICLE 700-10 is expanded by the following Subarticles:</w:t>
      </w:r>
    </w:p>
    <w:p w14:paraId="3704A666" w14:textId="32F4967E" w:rsidR="00226A24" w:rsidRDefault="00BE6A29">
      <w:pPr>
        <w:pStyle w:val="BodyText"/>
      </w:pPr>
      <w:r>
        <w:rPr>
          <w:b/>
          <w:bCs/>
        </w:rPr>
        <w:tab/>
        <w:t>700-10.15 Sign Repair:</w:t>
      </w:r>
      <w:r>
        <w:t xml:space="preserve"> The Contract unit price for repairing existing signs includes panels, support assemblies, and all hardware and labor necessary to complete the operation.</w:t>
      </w:r>
    </w:p>
    <w:p w14:paraId="487060A3" w14:textId="77777777" w:rsidR="00226A24" w:rsidRDefault="00BE6A29">
      <w:pPr>
        <w:pStyle w:val="BodyText"/>
      </w:pPr>
      <w:r>
        <w:rPr>
          <w:b/>
          <w:bCs/>
        </w:rPr>
        <w:tab/>
        <w:t>700-10.16 Sign Support Foundation:</w:t>
      </w:r>
      <w:r>
        <w:t xml:space="preserve"> The Contract unit price for each sign support structure will include posts and supports, foundation, excavation, site grounding, painting, and incidentals necessary for a complete and accepted installation.</w:t>
      </w:r>
    </w:p>
    <w:p w14:paraId="1A381A65" w14:textId="77777777" w:rsidR="00226A24" w:rsidRDefault="00BE6A29">
      <w:pPr>
        <w:pStyle w:val="BodyText"/>
      </w:pPr>
      <w:r>
        <w:rPr>
          <w:b/>
          <w:bCs/>
        </w:rPr>
        <w:tab/>
        <w:t>700-10.17 Sign Support Repair:</w:t>
      </w:r>
      <w:r>
        <w:t xml:space="preserve"> The Contract unit price </w:t>
      </w:r>
      <w:r>
        <w:rPr>
          <w:bCs/>
        </w:rPr>
        <w:t xml:space="preserve">for </w:t>
      </w:r>
      <w:r>
        <w:t>sign support repairs will be full compensation for all labor, equipment, materials, and incidentals necessary to repair sign supports as specified including any breakaway or frangible devices necessary. The weight in pounds will be the actual length of replaced material, measured in place, times the pounds per foot shown in the section designation in the Base Connection Data Table provided in Standard Plans, Index No. 700-020, as amended. Industry standard weights may be used for items not included in the Standard Plans, as determined by the Engineer.</w:t>
      </w:r>
    </w:p>
    <w:p w14:paraId="75594B9C" w14:textId="77777777" w:rsidR="00226A24" w:rsidRDefault="00BE6A29">
      <w:pPr>
        <w:pStyle w:val="BodyText"/>
      </w:pPr>
      <w:r>
        <w:rPr>
          <w:b/>
          <w:bCs/>
        </w:rPr>
        <w:tab/>
        <w:t>700-10.18 Sign Panel Cleaning:</w:t>
      </w:r>
      <w:r>
        <w:t xml:space="preserve"> The Contract unit price for sign panel cleaning will be full compensation to furnish all equipment, labor, materials, and incidentals necessary to clean signs.</w:t>
      </w:r>
    </w:p>
    <w:bookmarkEnd w:id="0"/>
    <w:p w14:paraId="1D1B20C7" w14:textId="77777777" w:rsidR="00F610D3" w:rsidRDefault="00F610D3" w:rsidP="00F610D3">
      <w:pPr>
        <w:pStyle w:val="BodyText"/>
      </w:pPr>
      <w:r>
        <w:tab/>
        <w:t>Payment will be made in accordance with the pay items listed in the Bid Price Proposal.</w:t>
      </w:r>
    </w:p>
    <w:p w14:paraId="7DB6A557" w14:textId="77777777" w:rsidR="00226A24" w:rsidRDefault="00226A24">
      <w:pPr>
        <w:pStyle w:val="BodyText"/>
      </w:pPr>
    </w:p>
    <w:sectPr w:rsidR="00226A24">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71BB2" w14:textId="77777777" w:rsidR="00BE6A29" w:rsidRDefault="00BE6A29">
      <w:pPr>
        <w:spacing w:after="0" w:line="240" w:lineRule="auto"/>
      </w:pPr>
      <w:r>
        <w:separator/>
      </w:r>
    </w:p>
  </w:endnote>
  <w:endnote w:type="continuationSeparator" w:id="0">
    <w:p w14:paraId="210B1A37" w14:textId="77777777" w:rsidR="00BE6A29" w:rsidRDefault="00BE6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4A5D7" w14:textId="77777777" w:rsidR="00BE6A29" w:rsidRDefault="00BE6A29">
      <w:pPr>
        <w:spacing w:after="0" w:line="240" w:lineRule="auto"/>
      </w:pPr>
      <w:r>
        <w:separator/>
      </w:r>
    </w:p>
  </w:footnote>
  <w:footnote w:type="continuationSeparator" w:id="0">
    <w:p w14:paraId="7AE3C88C" w14:textId="77777777" w:rsidR="00BE6A29" w:rsidRDefault="00BE6A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8F402" w14:textId="77777777" w:rsidR="00226A24" w:rsidRDefault="00226A2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2190E"/>
    <w:multiLevelType w:val="multilevel"/>
    <w:tmpl w:val="5636E972"/>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2B970AF9"/>
    <w:multiLevelType w:val="multilevel"/>
    <w:tmpl w:val="E6B406AE"/>
    <w:lvl w:ilvl="0">
      <w:start w:val="1"/>
      <w:numFmt w:val="decimal"/>
      <w:lvlText w:val="%1."/>
      <w:lvlJc w:val="left"/>
      <w:pPr>
        <w:tabs>
          <w:tab w:val="num" w:pos="360"/>
        </w:tabs>
        <w:ind w:left="360" w:hanging="360"/>
      </w:pPr>
      <w:rPr>
        <w:rFonts w:hint="default"/>
      </w:rPr>
    </w:lvl>
    <w:lvl w:ilvl="1">
      <w:start w:val="1"/>
      <w:numFmt w:val="decimal"/>
      <w:suff w:val="space"/>
      <w:lvlText w:val="%2"/>
      <w:lvlJc w:val="left"/>
      <w:pPr>
        <w:ind w:left="0" w:firstLine="720"/>
      </w:pPr>
      <w:rPr>
        <w:rFonts w:hint="default"/>
      </w:rPr>
    </w:lvl>
    <w:lvl w:ilvl="2">
      <w:start w:val="6"/>
      <w:numFmt w:val="decimal"/>
      <w:suff w:val="space"/>
      <w:lvlText w:val="%3"/>
      <w:lvlJc w:val="left"/>
      <w:pPr>
        <w:ind w:left="0" w:firstLine="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FDE1698"/>
    <w:multiLevelType w:val="multilevel"/>
    <w:tmpl w:val="C1AC94A4"/>
    <w:lvl w:ilvl="0">
      <w:start w:val="1"/>
      <w:numFmt w:val="upperRoman"/>
      <w:lvlText w:val="%1."/>
      <w:lvlJc w:val="left"/>
      <w:pPr>
        <w:tabs>
          <w:tab w:val="num" w:pos="72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upperLetter"/>
      <w:pStyle w:val="Heading3"/>
      <w:lvlText w:val="%1.%2.%3."/>
      <w:lvlJc w:val="left"/>
      <w:pPr>
        <w:tabs>
          <w:tab w:val="num" w:pos="1440"/>
        </w:tabs>
        <w:ind w:left="1224" w:hanging="504"/>
      </w:pPr>
      <w:rPr>
        <w:rFonts w:hint="default"/>
      </w:rPr>
    </w:lvl>
    <w:lvl w:ilvl="3">
      <w:start w:val="1"/>
      <w:numFmt w:val="lowerRoman"/>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B0E581C"/>
    <w:multiLevelType w:val="multilevel"/>
    <w:tmpl w:val="D2B64B16"/>
    <w:lvl w:ilvl="0">
      <w:start w:val="1"/>
      <w:numFmt w:val="decimal"/>
      <w:pStyle w:val="Section8"/>
      <w:lvlText w:val="8-13.%1"/>
      <w:lvlJc w:val="left"/>
      <w:pPr>
        <w:tabs>
          <w:tab w:val="num" w:pos="1440"/>
        </w:tabs>
        <w:ind w:left="0" w:firstLine="720"/>
      </w:pPr>
      <w:rPr>
        <w:rFonts w:ascii="Times New Roman" w:hAnsi="Times New Roman"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47321040"/>
    <w:multiLevelType w:val="multilevel"/>
    <w:tmpl w:val="060A2FC8"/>
    <w:lvl w:ilvl="0">
      <w:start w:val="1"/>
      <w:numFmt w:val="decimal"/>
      <w:pStyle w:val="Section80"/>
      <w:lvlText w:val="8-13.%1"/>
      <w:lvlJc w:val="left"/>
      <w:pPr>
        <w:tabs>
          <w:tab w:val="num" w:pos="2160"/>
        </w:tabs>
        <w:ind w:left="0" w:firstLine="1440"/>
      </w:pPr>
      <w:rPr>
        <w:rFonts w:ascii="Times New Roman" w:hAnsi="Times New Roman"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488427D6"/>
    <w:multiLevelType w:val="multilevel"/>
    <w:tmpl w:val="B784F2B4"/>
    <w:lvl w:ilvl="0">
      <w:start w:val="330"/>
      <w:numFmt w:val="decimal"/>
      <w:lvlText w:val="%1"/>
      <w:lvlJc w:val="left"/>
      <w:pPr>
        <w:tabs>
          <w:tab w:val="num" w:pos="1335"/>
        </w:tabs>
        <w:ind w:left="1335" w:hanging="1335"/>
      </w:pPr>
      <w:rPr>
        <w:rFonts w:hint="default"/>
      </w:rPr>
    </w:lvl>
    <w:lvl w:ilvl="1">
      <w:start w:val="12"/>
      <w:numFmt w:val="decimal"/>
      <w:lvlText w:val="%1-%2"/>
      <w:lvlJc w:val="left"/>
      <w:pPr>
        <w:tabs>
          <w:tab w:val="num" w:pos="1335"/>
        </w:tabs>
        <w:ind w:left="1335" w:hanging="1335"/>
      </w:pPr>
      <w:rPr>
        <w:rFonts w:hint="default"/>
      </w:rPr>
    </w:lvl>
    <w:lvl w:ilvl="2">
      <w:start w:val="4"/>
      <w:numFmt w:val="decimal"/>
      <w:lvlText w:val="%1-%2.%3"/>
      <w:lvlJc w:val="left"/>
      <w:pPr>
        <w:tabs>
          <w:tab w:val="num" w:pos="1335"/>
        </w:tabs>
        <w:ind w:left="1335" w:hanging="1335"/>
      </w:pPr>
      <w:rPr>
        <w:rFonts w:hint="default"/>
      </w:rPr>
    </w:lvl>
    <w:lvl w:ilvl="3">
      <w:start w:val="5"/>
      <w:numFmt w:val="decimal"/>
      <w:lvlText w:val="%1-%2.%3.%4"/>
      <w:lvlJc w:val="left"/>
      <w:pPr>
        <w:tabs>
          <w:tab w:val="num" w:pos="1335"/>
        </w:tabs>
        <w:ind w:left="1335" w:hanging="1335"/>
      </w:pPr>
      <w:rPr>
        <w:rFonts w:hint="default"/>
      </w:rPr>
    </w:lvl>
    <w:lvl w:ilvl="4">
      <w:start w:val="3"/>
      <w:numFmt w:val="decimal"/>
      <w:lvlText w:val="%1-%2.%3.%4.%5"/>
      <w:lvlJc w:val="left"/>
      <w:pPr>
        <w:tabs>
          <w:tab w:val="num" w:pos="1335"/>
        </w:tabs>
        <w:ind w:left="1335" w:hanging="1335"/>
      </w:pPr>
      <w:rPr>
        <w:rFonts w:hint="default"/>
        <w:b/>
      </w:rPr>
    </w:lvl>
    <w:lvl w:ilvl="5">
      <w:start w:val="1"/>
      <w:numFmt w:val="decimal"/>
      <w:lvlText w:val="%1-%2.%3.%4.%5.%6"/>
      <w:lvlJc w:val="left"/>
      <w:pPr>
        <w:tabs>
          <w:tab w:val="num" w:pos="1335"/>
        </w:tabs>
        <w:ind w:left="1335" w:hanging="133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53582DB7"/>
    <w:multiLevelType w:val="multilevel"/>
    <w:tmpl w:val="F76A306C"/>
    <w:lvl w:ilvl="0">
      <w:start w:val="6"/>
      <w:numFmt w:val="decimal"/>
      <w:pStyle w:val="Section102"/>
      <w:lvlText w:val="102-8.%1"/>
      <w:lvlJc w:val="right"/>
      <w:pPr>
        <w:tabs>
          <w:tab w:val="num" w:pos="1800"/>
        </w:tabs>
        <w:ind w:left="0" w:firstLine="1440"/>
      </w:pPr>
      <w:rPr>
        <w:rFonts w:ascii="Times New Roman" w:hAnsi="Times New Roman" w:hint="default"/>
        <w:b/>
        <w:i w:val="0"/>
        <w:sz w:val="22"/>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7" w15:restartNumberingAfterBreak="0">
    <w:nsid w:val="67642655"/>
    <w:multiLevelType w:val="multilevel"/>
    <w:tmpl w:val="2B4EC98A"/>
    <w:lvl w:ilvl="0">
      <w:start w:val="2"/>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684D2E1E"/>
    <w:multiLevelType w:val="multilevel"/>
    <w:tmpl w:val="D64C9A30"/>
    <w:lvl w:ilvl="0">
      <w:start w:val="6"/>
      <w:numFmt w:val="decimal"/>
      <w:pStyle w:val="Section1020"/>
      <w:lvlText w:val="102-8.%1"/>
      <w:lvlJc w:val="right"/>
      <w:pPr>
        <w:tabs>
          <w:tab w:val="num" w:pos="1800"/>
        </w:tabs>
        <w:ind w:left="0" w:firstLine="1440"/>
      </w:pPr>
      <w:rPr>
        <w:rFonts w:ascii="Times New Roman" w:hAnsi="Times New Roman"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6D1A5662"/>
    <w:multiLevelType w:val="multilevel"/>
    <w:tmpl w:val="3656D996"/>
    <w:lvl w:ilvl="0">
      <w:start w:val="1"/>
      <w:numFmt w:val="bullet"/>
      <w:lvlText w:val=""/>
      <w:lvlJc w:val="left"/>
      <w:pPr>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6D4C5551"/>
    <w:multiLevelType w:val="multilevel"/>
    <w:tmpl w:val="E586F566"/>
    <w:lvl w:ilvl="0">
      <w:start w:val="330"/>
      <w:numFmt w:val="bullet"/>
      <w:lvlText w:val=""/>
      <w:lvlJc w:val="left"/>
      <w:pPr>
        <w:tabs>
          <w:tab w:val="num" w:pos="720"/>
        </w:tabs>
        <w:ind w:left="720" w:hanging="36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2126802591">
    <w:abstractNumId w:val="0"/>
  </w:num>
  <w:num w:numId="2" w16cid:durableId="238486284">
    <w:abstractNumId w:val="1"/>
  </w:num>
  <w:num w:numId="3" w16cid:durableId="939292499">
    <w:abstractNumId w:val="2"/>
  </w:num>
  <w:num w:numId="4" w16cid:durableId="1524055501">
    <w:abstractNumId w:val="3"/>
  </w:num>
  <w:num w:numId="5" w16cid:durableId="1566723949">
    <w:abstractNumId w:val="4"/>
  </w:num>
  <w:num w:numId="6" w16cid:durableId="1876965811">
    <w:abstractNumId w:val="5"/>
  </w:num>
  <w:num w:numId="7" w16cid:durableId="2069499377">
    <w:abstractNumId w:val="6"/>
  </w:num>
  <w:num w:numId="8" w16cid:durableId="151913616">
    <w:abstractNumId w:val="7"/>
  </w:num>
  <w:num w:numId="9" w16cid:durableId="971253769">
    <w:abstractNumId w:val="8"/>
  </w:num>
  <w:num w:numId="10" w16cid:durableId="1936085284">
    <w:abstractNumId w:val="9"/>
  </w:num>
  <w:num w:numId="11" w16cid:durableId="19422263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A24"/>
    <w:rsid w:val="000C4CA0"/>
    <w:rsid w:val="000C5A9F"/>
    <w:rsid w:val="00106A91"/>
    <w:rsid w:val="00110039"/>
    <w:rsid w:val="0016249B"/>
    <w:rsid w:val="0017598F"/>
    <w:rsid w:val="001A1D46"/>
    <w:rsid w:val="001B62A9"/>
    <w:rsid w:val="00226A24"/>
    <w:rsid w:val="002D3326"/>
    <w:rsid w:val="003B6197"/>
    <w:rsid w:val="003D4F42"/>
    <w:rsid w:val="00471A66"/>
    <w:rsid w:val="00492BCD"/>
    <w:rsid w:val="004B7DF1"/>
    <w:rsid w:val="0056014A"/>
    <w:rsid w:val="00566209"/>
    <w:rsid w:val="005A5468"/>
    <w:rsid w:val="005C2A28"/>
    <w:rsid w:val="00694AA7"/>
    <w:rsid w:val="006C7655"/>
    <w:rsid w:val="00700F12"/>
    <w:rsid w:val="007071ED"/>
    <w:rsid w:val="0076619B"/>
    <w:rsid w:val="007D1609"/>
    <w:rsid w:val="00867026"/>
    <w:rsid w:val="008954DC"/>
    <w:rsid w:val="00962C44"/>
    <w:rsid w:val="00963D7E"/>
    <w:rsid w:val="00973AEC"/>
    <w:rsid w:val="00A77393"/>
    <w:rsid w:val="00AC1E36"/>
    <w:rsid w:val="00AD03CA"/>
    <w:rsid w:val="00AE7A1E"/>
    <w:rsid w:val="00B154F1"/>
    <w:rsid w:val="00B43271"/>
    <w:rsid w:val="00B91FB0"/>
    <w:rsid w:val="00BE6A29"/>
    <w:rsid w:val="00C3409F"/>
    <w:rsid w:val="00C67834"/>
    <w:rsid w:val="00CE6E8F"/>
    <w:rsid w:val="00CF5CD3"/>
    <w:rsid w:val="00D35F9E"/>
    <w:rsid w:val="00D44425"/>
    <w:rsid w:val="00DF527C"/>
    <w:rsid w:val="00E02309"/>
    <w:rsid w:val="00ED675A"/>
    <w:rsid w:val="00F224D2"/>
    <w:rsid w:val="00F610D3"/>
    <w:rsid w:val="00F923C6"/>
    <w:rsid w:val="00FA5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C172F1"/>
  <w15:docId w15:val="{9BECB517-9B32-4582-808D-C6CEF65EB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60" w:line="259" w:lineRule="auto"/>
    </w:pPr>
    <w:rPr>
      <w:rFonts w:eastAsiaTheme="minorHAnsi" w:cstheme="minorBidi"/>
      <w:sz w:val="22"/>
      <w:szCs w:val="22"/>
    </w:rPr>
  </w:style>
  <w:style w:type="paragraph" w:styleId="Heading1">
    <w:name w:val="heading 1"/>
    <w:basedOn w:val="Heading2"/>
    <w:next w:val="Normal"/>
    <w:link w:val="Heading1Char"/>
    <w:qFormat/>
    <w:pPr>
      <w:outlineLvl w:val="0"/>
    </w:pPr>
    <w:rPr>
      <w:bCs w:val="0"/>
      <w:kern w:val="32"/>
      <w:sz w:val="96"/>
      <w:szCs w:val="32"/>
    </w:rPr>
  </w:style>
  <w:style w:type="paragraph" w:styleId="Heading2">
    <w:name w:val="heading 2"/>
    <w:basedOn w:val="Article"/>
    <w:next w:val="Dates"/>
    <w:link w:val="Heading2Char"/>
    <w:qFormat/>
    <w:pPr>
      <w:spacing w:after="60"/>
      <w:outlineLvl w:val="1"/>
    </w:pPr>
    <w:rPr>
      <w:rFonts w:cs="Arial"/>
      <w:bCs/>
      <w:iCs/>
      <w:caps/>
      <w:szCs w:val="28"/>
    </w:rPr>
  </w:style>
  <w:style w:type="paragraph" w:styleId="Heading3">
    <w:name w:val="heading 3"/>
    <w:basedOn w:val="Normal"/>
    <w:next w:val="Normal"/>
    <w:link w:val="Heading3Char"/>
    <w:qFormat/>
    <w:pPr>
      <w:keepNext/>
      <w:numPr>
        <w:ilvl w:val="2"/>
        <w:numId w:val="3"/>
      </w:numPr>
      <w:spacing w:before="240" w:after="60"/>
      <w:outlineLvl w:val="2"/>
    </w:pPr>
    <w:rPr>
      <w:rFonts w:cs="Arial"/>
      <w:bCs/>
      <w:szCs w:val="26"/>
    </w:rPr>
  </w:style>
  <w:style w:type="paragraph" w:styleId="Heading4">
    <w:name w:val="heading 4"/>
    <w:basedOn w:val="Normal"/>
    <w:next w:val="Normal"/>
    <w:link w:val="Heading4Char"/>
    <w:qFormat/>
    <w:pPr>
      <w:keepNext/>
      <w:jc w:val="center"/>
      <w:outlineLvl w:val="3"/>
    </w:pPr>
    <w:rPr>
      <w:rFonts w:ascii="Goudy Old Style" w:hAnsi="Goudy Old Style"/>
      <w:sz w:val="36"/>
    </w:rPr>
  </w:style>
  <w:style w:type="paragraph" w:styleId="Heading5">
    <w:name w:val="heading 5"/>
    <w:basedOn w:val="Normal"/>
    <w:next w:val="Normal"/>
    <w:link w:val="Heading5Char"/>
    <w:qFormat/>
    <w:pPr>
      <w:keepNext/>
      <w:jc w:val="center"/>
      <w:outlineLvl w:val="4"/>
    </w:pPr>
    <w:rPr>
      <w:rFonts w:ascii="Goudy Old Style" w:hAnsi="Goudy Old Style"/>
      <w:b/>
      <w:bCs/>
      <w:sz w:val="16"/>
    </w:rPr>
  </w:style>
  <w:style w:type="paragraph" w:styleId="Heading8">
    <w:name w:val="heading 8"/>
    <w:basedOn w:val="Article"/>
    <w:next w:val="Normal"/>
    <w:link w:val="Heading8Char"/>
    <w:qFormat/>
    <w:pPr>
      <w:spacing w:after="60"/>
      <w:outlineLvl w:val="7"/>
    </w:pPr>
    <w:rPr>
      <w:iCs/>
    </w:rPr>
  </w:style>
  <w:style w:type="paragraph" w:styleId="Heading9">
    <w:name w:val="heading 9"/>
    <w:basedOn w:val="Article"/>
    <w:next w:val="Normal"/>
    <w:link w:val="Heading9Char"/>
    <w:qFormat/>
    <w:pPr>
      <w:spacing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Section80">
    <w:name w:val="Section8"/>
    <w:basedOn w:val="Normal"/>
    <w:pPr>
      <w:numPr>
        <w:numId w:val="5"/>
      </w:numPr>
      <w:tabs>
        <w:tab w:val="left" w:pos="1440"/>
        <w:tab w:val="left" w:pos="1800"/>
      </w:tabs>
      <w:outlineLvl w:val="7"/>
    </w:pPr>
    <w:rPr>
      <w:b/>
    </w:rPr>
  </w:style>
  <w:style w:type="paragraph" w:customStyle="1" w:styleId="Section102">
    <w:name w:val="Section102"/>
    <w:basedOn w:val="Section80"/>
    <w:pPr>
      <w:numPr>
        <w:numId w:val="7"/>
      </w:numPr>
      <w:tabs>
        <w:tab w:val="left" w:pos="720"/>
        <w:tab w:val="left" w:pos="2160"/>
      </w:tabs>
      <w:outlineLvl w:val="8"/>
    </w:pPr>
  </w:style>
  <w:style w:type="paragraph" w:customStyle="1" w:styleId="Subarticle">
    <w:name w:val="Subarticle"/>
    <w:pPr>
      <w:keepNext/>
      <w:ind w:firstLine="720"/>
    </w:pPr>
    <w:rPr>
      <w:b/>
      <w:sz w:val="24"/>
      <w:szCs w:val="24"/>
    </w:rPr>
  </w:style>
  <w:style w:type="paragraph" w:customStyle="1" w:styleId="Article">
    <w:name w:val="Article"/>
    <w:next w:val="BodyText"/>
    <w:link w:val="ArticleChar"/>
    <w:pPr>
      <w:keepNext/>
      <w:tabs>
        <w:tab w:val="left" w:pos="720"/>
      </w:tabs>
      <w:spacing w:before="240"/>
    </w:pPr>
    <w:rPr>
      <w:b/>
      <w:sz w:val="24"/>
    </w:rPr>
  </w:style>
  <w:style w:type="paragraph" w:customStyle="1" w:styleId="LeadInSentence">
    <w:name w:val="Lead In Sentence"/>
    <w:next w:val="BodyText"/>
    <w:link w:val="LeadInSentenceChar"/>
    <w:pPr>
      <w:keepNext/>
      <w:spacing w:after="240"/>
      <w:ind w:firstLine="720"/>
    </w:pPr>
    <w:rPr>
      <w:sz w:val="24"/>
    </w:rPr>
  </w:style>
  <w:style w:type="paragraph" w:styleId="BodyText">
    <w:name w:val="Body Text"/>
    <w:link w:val="BodyTextChar"/>
    <w:pPr>
      <w:tabs>
        <w:tab w:val="left" w:pos="720"/>
      </w:tabs>
    </w:pPr>
    <w:rPr>
      <w:sz w:val="24"/>
    </w:rPr>
  </w:style>
  <w:style w:type="paragraph" w:styleId="DocumentMap">
    <w:name w:val="Document Map"/>
    <w:basedOn w:val="Normal"/>
    <w:semiHidden/>
    <w:pPr>
      <w:shd w:val="clear" w:color="auto" w:fill="000080"/>
    </w:pPr>
    <w:rPr>
      <w:rFonts w:ascii="Tahoma" w:hAnsi="Tahoma" w:cs="Tahoma"/>
    </w:rPr>
  </w:style>
  <w:style w:type="paragraph" w:styleId="BodyTextIndent">
    <w:name w:val="Body Text Indent"/>
    <w:basedOn w:val="Normal"/>
    <w:pPr>
      <w:tabs>
        <w:tab w:val="left" w:pos="1440"/>
      </w:tabs>
      <w:ind w:left="1440" w:hanging="1440"/>
    </w:pPr>
    <w:rPr>
      <w:b/>
      <w:bCs/>
    </w:rPr>
  </w:style>
  <w:style w:type="paragraph" w:customStyle="1" w:styleId="Section1020">
    <w:name w:val="Section 102"/>
    <w:basedOn w:val="Heading9"/>
    <w:pPr>
      <w:widowControl w:val="0"/>
      <w:numPr>
        <w:numId w:val="9"/>
      </w:numPr>
      <w:autoSpaceDE w:val="0"/>
      <w:autoSpaceDN w:val="0"/>
      <w:adjustRightInd w:val="0"/>
      <w:spacing w:before="0" w:after="0"/>
    </w:pPr>
    <w:rPr>
      <w:rFonts w:ascii="Times New Roman" w:hAnsi="Times New Roman"/>
    </w:rPr>
  </w:style>
  <w:style w:type="paragraph" w:customStyle="1" w:styleId="SectionHeading">
    <w:name w:val="Section Heading"/>
    <w:next w:val="Article"/>
    <w:pPr>
      <w:keepNext/>
      <w:spacing w:before="120"/>
      <w:jc w:val="center"/>
    </w:pPr>
    <w:rPr>
      <w:b/>
      <w:caps/>
      <w:sz w:val="24"/>
    </w:rPr>
  </w:style>
  <w:style w:type="paragraph" w:styleId="TOC1">
    <w:name w:val="toc 1"/>
    <w:basedOn w:val="Normal"/>
    <w:next w:val="Normal"/>
    <w:semiHidden/>
    <w:pPr>
      <w:spacing w:before="120" w:after="120"/>
    </w:pPr>
    <w:rPr>
      <w:b/>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8">
    <w:name w:val="Section 8"/>
    <w:basedOn w:val="Heading8"/>
    <w:next w:val="Dates"/>
    <w:pPr>
      <w:keepLines/>
      <w:numPr>
        <w:numId w:val="4"/>
      </w:numPr>
      <w:spacing w:before="0" w:after="0"/>
    </w:pPr>
    <w:rPr>
      <w:szCs w:val="24"/>
    </w:rPr>
  </w:style>
  <w:style w:type="paragraph" w:customStyle="1" w:styleId="Dates">
    <w:name w:val="Dates"/>
    <w:basedOn w:val="Article"/>
    <w:next w:val="LeadInSentence"/>
    <w:link w:val="DatesChar"/>
    <w:pPr>
      <w:spacing w:before="0" w:after="240"/>
      <w:contextualSpacing/>
    </w:pPr>
  </w:style>
  <w:style w:type="paragraph" w:customStyle="1" w:styleId="PayItem">
    <w:name w:val="PayItem"/>
    <w:basedOn w:val="BodyText"/>
    <w:pPr>
      <w:tabs>
        <w:tab w:val="clear" w:pos="720"/>
      </w:tabs>
      <w:ind w:left="3600" w:right="10" w:hanging="2170"/>
    </w:pPr>
  </w:style>
  <w:style w:type="character" w:customStyle="1" w:styleId="HeaderChar">
    <w:name w:val="Header Char"/>
    <w:basedOn w:val="DefaultParagraphFont"/>
    <w:link w:val="Header"/>
    <w:rPr>
      <w:sz w:val="24"/>
    </w:rPr>
  </w:style>
  <w:style w:type="character" w:customStyle="1" w:styleId="BodyTextChar">
    <w:name w:val="Body Text Char"/>
    <w:basedOn w:val="DefaultParagraphFont"/>
    <w:link w:val="BodyText"/>
    <w:rPr>
      <w:sz w:val="24"/>
    </w:rPr>
  </w:style>
  <w:style w:type="character" w:customStyle="1" w:styleId="Heading2Char">
    <w:name w:val="Heading 2 Char"/>
    <w:basedOn w:val="DefaultParagraphFont"/>
    <w:link w:val="Heading2"/>
    <w:rPr>
      <w:rFonts w:cs="Arial"/>
      <w:b/>
      <w:bCs/>
      <w:iCs/>
      <w:caps/>
      <w:sz w:val="24"/>
      <w:szCs w:val="28"/>
    </w:rPr>
  </w:style>
  <w:style w:type="character" w:customStyle="1" w:styleId="FooterChar">
    <w:name w:val="Footer Char"/>
    <w:basedOn w:val="DefaultParagraphFont"/>
    <w:link w:val="Footer"/>
    <w:rPr>
      <w:rFonts w:eastAsiaTheme="minorHAnsi" w:cstheme="minorBidi"/>
      <w:sz w:val="22"/>
      <w:szCs w:val="22"/>
    </w:rPr>
  </w:style>
  <w:style w:type="character" w:styleId="PageNumber">
    <w:name w:val="page number"/>
    <w:basedOn w:val="DefaultParagraphFont"/>
  </w:style>
  <w:style w:type="paragraph" w:styleId="TOC2">
    <w:name w:val="toc 2"/>
    <w:basedOn w:val="Normal"/>
    <w:next w:val="Normal"/>
    <w:pPr>
      <w:ind w:left="1080" w:right="1080" w:hanging="720"/>
    </w:pPr>
  </w:style>
  <w:style w:type="paragraph" w:styleId="TOC3">
    <w:name w:val="toc 3"/>
    <w:basedOn w:val="Normal"/>
    <w:next w:val="Normal"/>
    <w:pPr>
      <w:ind w:left="360"/>
    </w:pPr>
  </w:style>
  <w:style w:type="paragraph" w:styleId="TOC4">
    <w:name w:val="toc 4"/>
    <w:basedOn w:val="Normal"/>
    <w:next w:val="Normal"/>
    <w:pPr>
      <w:ind w:left="720"/>
    </w:pPr>
  </w:style>
  <w:style w:type="paragraph" w:styleId="TOC5">
    <w:name w:val="toc 5"/>
    <w:basedOn w:val="Normal"/>
    <w:next w:val="Normal"/>
    <w:pPr>
      <w:ind w:left="960"/>
    </w:pPr>
  </w:style>
  <w:style w:type="paragraph" w:styleId="TOC6">
    <w:name w:val="toc 6"/>
    <w:basedOn w:val="Normal"/>
    <w:next w:val="Normal"/>
    <w:pPr>
      <w:ind w:left="1200"/>
    </w:pPr>
  </w:style>
  <w:style w:type="paragraph" w:styleId="TOC7">
    <w:name w:val="toc 7"/>
    <w:basedOn w:val="Normal"/>
    <w:next w:val="Normal"/>
    <w:pPr>
      <w:ind w:left="1440"/>
    </w:pPr>
  </w:style>
  <w:style w:type="paragraph" w:styleId="TOC8">
    <w:name w:val="toc 8"/>
    <w:basedOn w:val="Normal"/>
    <w:next w:val="Normal"/>
    <w:pPr>
      <w:ind w:left="1680"/>
    </w:pPr>
  </w:style>
  <w:style w:type="paragraph" w:styleId="TOC9">
    <w:name w:val="toc 9"/>
    <w:basedOn w:val="Normal"/>
    <w:next w:val="Normal"/>
    <w:pPr>
      <w:ind w:left="1920"/>
    </w:pPr>
  </w:style>
  <w:style w:type="paragraph" w:styleId="BlockText">
    <w:name w:val="Block Text"/>
    <w:basedOn w:val="Normal"/>
    <w:pPr>
      <w:spacing w:after="120"/>
      <w:ind w:left="1440" w:right="1440"/>
    </w:pPr>
  </w:style>
  <w:style w:type="paragraph" w:customStyle="1" w:styleId="Default">
    <w:name w:val="Default"/>
    <w:pPr>
      <w:autoSpaceDE w:val="0"/>
      <w:autoSpaceDN w:val="0"/>
      <w:adjustRightInd w:val="0"/>
    </w:pPr>
    <w:rPr>
      <w:color w:val="000000"/>
      <w:sz w:val="24"/>
      <w:szCs w:val="24"/>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rPr>
  </w:style>
  <w:style w:type="character" w:customStyle="1" w:styleId="ArticleChar">
    <w:name w:val="Article Char"/>
    <w:basedOn w:val="DefaultParagraphFont"/>
    <w:link w:val="Article"/>
    <w:rPr>
      <w:b/>
      <w:sz w:val="24"/>
    </w:rPr>
  </w:style>
  <w:style w:type="character" w:customStyle="1" w:styleId="StyleNotBold">
    <w:name w:val="Style Not Bold"/>
    <w:basedOn w:val="DefaultParagraphFont"/>
  </w:style>
  <w:style w:type="character" w:styleId="Strong">
    <w:name w:val="Strong"/>
    <w:basedOn w:val="DefaultParagraphFont"/>
    <w:qFormat/>
    <w:rPr>
      <w:b/>
      <w:bCs/>
    </w:rPr>
  </w:style>
  <w:style w:type="character" w:styleId="Hyperlink">
    <w:name w:val="Hyperlink"/>
    <w:basedOn w:val="DefaultParagraphFont"/>
    <w:uiPriority w:val="99"/>
    <w:rPr>
      <w:color w:val="0000FF"/>
      <w:u w:val="single"/>
    </w:rPr>
  </w:style>
  <w:style w:type="character" w:customStyle="1" w:styleId="CommentReference1">
    <w:name w:val="Comment Reference1"/>
    <w:basedOn w:val="DefaultParagraphFont"/>
    <w:unhideWhenUsed/>
    <w:rPr>
      <w:sz w:val="16"/>
      <w:szCs w:val="16"/>
    </w:rPr>
  </w:style>
  <w:style w:type="paragraph" w:customStyle="1" w:styleId="CommentText1">
    <w:name w:val="Comment Text1"/>
    <w:basedOn w:val="Normal"/>
    <w:link w:val="CommentTextChar"/>
    <w:unhideWhenUsed/>
    <w:rPr>
      <w:sz w:val="20"/>
      <w:szCs w:val="20"/>
    </w:rPr>
  </w:style>
  <w:style w:type="character" w:customStyle="1" w:styleId="CommentTextChar">
    <w:name w:val="Comment Text Char"/>
    <w:basedOn w:val="DefaultParagraphFont"/>
    <w:link w:val="CommentText1"/>
  </w:style>
  <w:style w:type="character" w:customStyle="1" w:styleId="Heading1Char">
    <w:name w:val="Heading 1 Char"/>
    <w:basedOn w:val="DefaultParagraphFont"/>
    <w:link w:val="Heading1"/>
    <w:rPr>
      <w:rFonts w:cs="Arial"/>
      <w:b/>
      <w:iCs/>
      <w:caps/>
      <w:kern w:val="32"/>
      <w:sz w:val="96"/>
      <w:szCs w:val="32"/>
    </w:rPr>
  </w:style>
  <w:style w:type="character" w:customStyle="1" w:styleId="Heading8Char">
    <w:name w:val="Heading 8 Char"/>
    <w:basedOn w:val="DefaultParagraphFont"/>
    <w:link w:val="Heading8"/>
    <w:rPr>
      <w:b/>
      <w:iCs/>
      <w:sz w:val="24"/>
    </w:rPr>
  </w:style>
  <w:style w:type="character" w:customStyle="1" w:styleId="Heading9Char">
    <w:name w:val="Heading 9 Char"/>
    <w:basedOn w:val="DefaultParagraphFont"/>
    <w:link w:val="Heading9"/>
    <w:rPr>
      <w:rFonts w:ascii="Arial" w:hAnsi="Arial" w:cs="Arial"/>
      <w:b/>
      <w:sz w:val="24"/>
      <w:szCs w:val="22"/>
    </w:rPr>
  </w:style>
  <w:style w:type="character" w:customStyle="1" w:styleId="Heading3Char">
    <w:name w:val="Heading 3 Char"/>
    <w:basedOn w:val="DefaultParagraphFont"/>
    <w:link w:val="Heading3"/>
    <w:rPr>
      <w:rFonts w:cs="Arial"/>
      <w:bCs/>
      <w:sz w:val="24"/>
      <w:szCs w:val="26"/>
    </w:rPr>
  </w:style>
  <w:style w:type="paragraph" w:customStyle="1" w:styleId="Subdivision">
    <w:name w:val="Subdivision"/>
    <w:basedOn w:val="Normal"/>
    <w:qFormat/>
    <w:pPr>
      <w:keepNext/>
      <w:spacing w:before="120" w:after="240"/>
      <w:jc w:val="center"/>
    </w:pPr>
    <w:rPr>
      <w:caps/>
      <w:sz w:val="26"/>
      <w:szCs w:val="20"/>
    </w:rPr>
  </w:style>
  <w:style w:type="paragraph" w:customStyle="1" w:styleId="BodyTextFirst">
    <w:name w:val="Body Text + First"/>
    <w:basedOn w:val="BodyText"/>
    <w:qFormat/>
    <w:pPr>
      <w:keepNext/>
      <w:keepLines/>
      <w:widowControl w:val="0"/>
      <w:tabs>
        <w:tab w:val="right" w:leader="dot" w:pos="720"/>
      </w:tabs>
      <w:ind w:firstLine="1440"/>
    </w:pPr>
  </w:style>
  <w:style w:type="character" w:customStyle="1" w:styleId="Heading5Char">
    <w:name w:val="Heading 5 Char"/>
    <w:basedOn w:val="DefaultParagraphFont"/>
    <w:link w:val="Heading5"/>
    <w:rPr>
      <w:rFonts w:ascii="Goudy Old Style" w:hAnsi="Goudy Old Style"/>
      <w:b/>
      <w:bCs/>
      <w:sz w:val="16"/>
      <w:szCs w:val="24"/>
    </w:rPr>
  </w:style>
  <w:style w:type="paragraph" w:styleId="ListParagraph">
    <w:name w:val="List Paragraph"/>
    <w:basedOn w:val="Normal"/>
    <w:uiPriority w:val="34"/>
    <w:qFormat/>
    <w:pPr>
      <w:ind w:left="720"/>
    </w:pPr>
    <w:rPr>
      <w:rFonts w:ascii="Calibri" w:eastAsia="Calibri" w:hAnsi="Calibri" w:cs="Calibri"/>
    </w:rPr>
  </w:style>
  <w:style w:type="paragraph" w:styleId="NormalWeb">
    <w:name w:val="Normal (Web)"/>
    <w:basedOn w:val="Normal"/>
    <w:uiPriority w:val="99"/>
    <w:unhideWhenUsed/>
    <w:pPr>
      <w:spacing w:before="100" w:beforeAutospacing="1" w:after="100" w:afterAutospacing="1"/>
    </w:pPr>
    <w:rPr>
      <w:rFonts w:eastAsia="Calibri"/>
    </w:rPr>
  </w:style>
  <w:style w:type="paragraph" w:customStyle="1" w:styleId="NoSpacing1">
    <w:name w:val="No Spacing1"/>
    <w:uiPriority w:val="1"/>
    <w:qFormat/>
    <w:rPr>
      <w:rFonts w:ascii="Calibri" w:eastAsia="Calibri" w:hAnsi="Calibri"/>
      <w:sz w:val="22"/>
      <w:szCs w:val="22"/>
    </w:rPr>
  </w:style>
  <w:style w:type="character" w:customStyle="1" w:styleId="LeadInSentenceChar">
    <w:name w:val="Lead In Sentence Char"/>
    <w:basedOn w:val="DefaultParagraphFont"/>
    <w:link w:val="LeadInSentence"/>
    <w:rPr>
      <w:sz w:val="24"/>
    </w:rPr>
  </w:style>
  <w:style w:type="character" w:customStyle="1" w:styleId="DatesChar">
    <w:name w:val="Dates Char"/>
    <w:basedOn w:val="ArticleChar"/>
    <w:link w:val="Dates"/>
    <w:rPr>
      <w:b/>
      <w:sz w:val="24"/>
    </w:rPr>
  </w:style>
  <w:style w:type="paragraph" w:customStyle="1" w:styleId="CommentSubject1">
    <w:name w:val="Comment Subject1"/>
    <w:basedOn w:val="CommentText1"/>
    <w:next w:val="CommentText1"/>
    <w:link w:val="CommentSubjectChar"/>
    <w:rPr>
      <w:b/>
      <w:bCs/>
    </w:rPr>
  </w:style>
  <w:style w:type="character" w:customStyle="1" w:styleId="CommentSubjectChar">
    <w:name w:val="Comment Subject Char"/>
    <w:basedOn w:val="DefaultParagraphFont"/>
    <w:link w:val="CommentSubject1"/>
    <w:rPr>
      <w:b/>
      <w:bCs/>
    </w:rPr>
  </w:style>
  <w:style w:type="paragraph" w:customStyle="1" w:styleId="Revision1">
    <w:name w:val="Revision1"/>
    <w:uiPriority w:val="99"/>
    <w:semiHidden/>
    <w:rPr>
      <w:sz w:val="24"/>
      <w:szCs w:val="24"/>
    </w:rPr>
  </w:style>
  <w:style w:type="character" w:customStyle="1" w:styleId="Heading4Char">
    <w:name w:val="Heading 4 Char"/>
    <w:basedOn w:val="DefaultParagraphFont"/>
    <w:link w:val="Heading4"/>
    <w:rPr>
      <w:rFonts w:ascii="Goudy Old Style" w:hAnsi="Goudy Old Style"/>
      <w:sz w:val="36"/>
      <w:szCs w:val="24"/>
    </w:rPr>
  </w:style>
  <w:style w:type="paragraph" w:customStyle="1" w:styleId="StyleBodyTextLeft1">
    <w:name w:val="Style Body Text + Left: 1&quot;"/>
    <w:basedOn w:val="BodyText"/>
    <w:qFormat/>
    <w:pPr>
      <w:widowControl w:val="0"/>
      <w:ind w:left="1440"/>
    </w:pPr>
  </w:style>
  <w:style w:type="character" w:styleId="FollowedHyperlink">
    <w:name w:val="FollowedHyperlink"/>
    <w:basedOn w:val="DefaultParagraphFont"/>
    <w:rPr>
      <w:color w:val="800080"/>
      <w:u w:val="single"/>
    </w:rPr>
  </w:style>
  <w:style w:type="character" w:customStyle="1" w:styleId="UnresolvedMention1">
    <w:name w:val="Unresolved Mention1"/>
    <w:basedOn w:val="DefaultParagraphFont"/>
    <w:uiPriority w:val="99"/>
    <w:semiHidden/>
    <w:unhideWhenUsed/>
    <w:rPr>
      <w:color w:val="808080"/>
      <w:shd w:val="clear" w:color="auto" w:fill="E6E6E6"/>
    </w:rPr>
  </w:style>
  <w:style w:type="character" w:styleId="CommentReference">
    <w:name w:val="annotation reference"/>
    <w:basedOn w:val="DefaultParagraphFont"/>
    <w:rsid w:val="00BE6A29"/>
    <w:rPr>
      <w:sz w:val="16"/>
      <w:szCs w:val="16"/>
    </w:rPr>
  </w:style>
  <w:style w:type="paragraph" w:styleId="CommentText">
    <w:name w:val="annotation text"/>
    <w:basedOn w:val="Normal"/>
    <w:link w:val="CommentTextChar1"/>
    <w:rsid w:val="00BE6A29"/>
    <w:pPr>
      <w:spacing w:line="240" w:lineRule="auto"/>
    </w:pPr>
    <w:rPr>
      <w:sz w:val="20"/>
      <w:szCs w:val="20"/>
    </w:rPr>
  </w:style>
  <w:style w:type="character" w:customStyle="1" w:styleId="CommentTextChar1">
    <w:name w:val="Comment Text Char1"/>
    <w:basedOn w:val="DefaultParagraphFont"/>
    <w:link w:val="CommentText"/>
    <w:rsid w:val="00BE6A29"/>
    <w:rPr>
      <w:rFonts w:eastAsiaTheme="minorHAnsi" w:cstheme="minorBidi"/>
    </w:rPr>
  </w:style>
  <w:style w:type="paragraph" w:styleId="CommentSubject">
    <w:name w:val="annotation subject"/>
    <w:basedOn w:val="CommentText"/>
    <w:next w:val="CommentText"/>
    <w:link w:val="CommentSubjectChar1"/>
    <w:rsid w:val="00BE6A29"/>
    <w:rPr>
      <w:b/>
      <w:bCs/>
    </w:rPr>
  </w:style>
  <w:style w:type="character" w:customStyle="1" w:styleId="CommentSubjectChar1">
    <w:name w:val="Comment Subject Char1"/>
    <w:basedOn w:val="CommentTextChar1"/>
    <w:link w:val="CommentSubject"/>
    <w:rsid w:val="00BE6A29"/>
    <w:rPr>
      <w:rFonts w:eastAsiaTheme="minorHAnsi" w:cstheme="minorBidi"/>
      <w:b/>
      <w:bCs/>
    </w:rPr>
  </w:style>
  <w:style w:type="paragraph" w:styleId="Revision">
    <w:name w:val="Revision"/>
    <w:hidden/>
    <w:uiPriority w:val="99"/>
    <w:semiHidden/>
    <w:rsid w:val="00B43271"/>
    <w:rPr>
      <w:rFonts w:eastAsia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g965dh\AppData\Roaming\Microsoft\Templates\specdevtemp2.dotm"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4F8FC1DF9FF342AE79116F9D95E863" ma:contentTypeVersion="5" ma:contentTypeDescription="Create a new document." ma:contentTypeScope="" ma:versionID="26ba092d9695c59adde85b1ab4ae4de2">
  <xsd:schema xmlns:xsd="http://www.w3.org/2001/XMLSchema" xmlns:xs="http://www.w3.org/2001/XMLSchema" xmlns:p="http://schemas.microsoft.com/office/2006/metadata/properties" xmlns:ns2="39959ca4-5e47-4d8e-95ae-c85d3aa2cb6b" targetNamespace="http://schemas.microsoft.com/office/2006/metadata/properties" ma:root="true" ma:fieldsID="2b46caca7eaf22003ccdc2429b0e2f35" ns2:_="">
    <xsd:import namespace="39959ca4-5e47-4d8e-95ae-c85d3aa2cb6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FileOpt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959ca4-5e47-4d8e-95ae-c85d3aa2cb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FileOptions" ma:index="11" nillable="true" ma:displayName="File Options" ma:format="Dropdown" ma:internalName="FileOptions">
      <xsd:simpleType>
        <xsd:restriction base="dms:Text">
          <xsd:maxLength value="255"/>
        </xsd:restriction>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ileOptions xmlns="39959ca4-5e47-4d8e-95ae-c85d3aa2cb6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BA03E-1FDD-4409-B070-9F4E3A8C6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959ca4-5e47-4d8e-95ae-c85d3aa2cb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B52319-9BD1-4CCF-B67E-6F1B856BCA82}">
  <ds:schemaRefs>
    <ds:schemaRef ds:uri="http://schemas.microsoft.com/sharepoint/v3/contenttype/forms"/>
  </ds:schemaRefs>
</ds:datastoreItem>
</file>

<file path=customXml/itemProps3.xml><?xml version="1.0" encoding="utf-8"?>
<ds:datastoreItem xmlns:ds="http://schemas.openxmlformats.org/officeDocument/2006/customXml" ds:itemID="{6079FF57-F35E-454C-BF26-6018CC7C6A57}">
  <ds:schemaRefs>
    <ds:schemaRef ds:uri="http://schemas.microsoft.com/office/2006/metadata/properties"/>
    <ds:schemaRef ds:uri="39959ca4-5e47-4d8e-95ae-c85d3aa2cb6b"/>
    <ds:schemaRef ds:uri="http://schemas.microsoft.com/office/2006/documentManagement/types"/>
    <ds:schemaRef ds:uri="http://purl.org/dc/elements/1.1/"/>
    <ds:schemaRef ds:uri="http://purl.org/dc/dcmitype/"/>
    <ds:schemaRef ds:uri="http://www.w3.org/XML/1998/namespace"/>
    <ds:schemaRef ds:uri="http://schemas.openxmlformats.org/package/2006/metadata/core-properties"/>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9961F2A6-6B5A-4AAE-AE38-8E19DD89C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specdevtemp2</Template>
  <TotalTime>2</TotalTime>
  <Pages>4</Pages>
  <Words>1375</Words>
  <Characters>7866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SECTION 700</vt:lpstr>
    </vt:vector>
  </TitlesOfParts>
  <Company>FDOT</Company>
  <LinksUpToDate>false</LinksUpToDate>
  <CharactersWithSpaces>9223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700</dc:title>
  <dc:subject/>
  <dc:creator>Burnsed, Jennifer</dc:creator>
  <cp:keywords/>
  <cp:lastModifiedBy>Burnsed, Jennifer</cp:lastModifiedBy>
  <cp:revision>4</cp:revision>
  <cp:lastPrinted>2024-12-04T12:48:00Z</cp:lastPrinted>
  <dcterms:created xsi:type="dcterms:W3CDTF">2025-03-03T15:06:00Z</dcterms:created>
  <dcterms:modified xsi:type="dcterms:W3CDTF">2025-03-03T15:11:00Z</dcterms:modified>
  <cp:category>Maintenance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0x010100804F8FC1DF9FF342AE79116F9D95E863</vt:lpwstr>
  </property>
</Properties>
</file>