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8E7A8" w14:textId="77777777" w:rsidR="009E609C" w:rsidRDefault="009E609C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A7337EB" w14:textId="01271641" w:rsidR="00972755" w:rsidRDefault="0019100E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76FB">
        <w:rPr>
          <w:rFonts w:cstheme="minorHAnsi"/>
          <w:sz w:val="20"/>
          <w:szCs w:val="20"/>
        </w:rPr>
        <w:t>Every year</w:t>
      </w:r>
      <w:r w:rsidR="00785EF5">
        <w:rPr>
          <w:rFonts w:cstheme="minorHAnsi"/>
          <w:sz w:val="20"/>
          <w:szCs w:val="20"/>
        </w:rPr>
        <w:t xml:space="preserve">, </w:t>
      </w:r>
      <w:r w:rsidRPr="000076FB">
        <w:rPr>
          <w:rFonts w:cstheme="minorHAnsi"/>
          <w:sz w:val="20"/>
          <w:szCs w:val="20"/>
        </w:rPr>
        <w:t xml:space="preserve">the Florida Department of Transportation is proud to recognize superior </w:t>
      </w:r>
      <w:r w:rsidR="00785EF5" w:rsidRPr="000076FB">
        <w:rPr>
          <w:rFonts w:cstheme="minorHAnsi"/>
          <w:sz w:val="20"/>
          <w:szCs w:val="20"/>
        </w:rPr>
        <w:t xml:space="preserve">achievement </w:t>
      </w:r>
      <w:r w:rsidR="00785EF5">
        <w:rPr>
          <w:rFonts w:cstheme="minorHAnsi"/>
          <w:sz w:val="20"/>
          <w:szCs w:val="20"/>
        </w:rPr>
        <w:t xml:space="preserve">by </w:t>
      </w:r>
      <w:r w:rsidR="00A465D7">
        <w:rPr>
          <w:rFonts w:cstheme="minorHAnsi"/>
          <w:sz w:val="20"/>
          <w:szCs w:val="20"/>
        </w:rPr>
        <w:t>presenting an award in honor of the</w:t>
      </w:r>
      <w:r w:rsidR="00A465D7" w:rsidRPr="000076FB">
        <w:rPr>
          <w:rFonts w:cstheme="minorHAnsi"/>
          <w:sz w:val="20"/>
          <w:szCs w:val="20"/>
        </w:rPr>
        <w:t xml:space="preserve"> </w:t>
      </w:r>
      <w:r w:rsidRPr="000076FB">
        <w:rPr>
          <w:rFonts w:cstheme="minorHAnsi"/>
          <w:sz w:val="20"/>
          <w:szCs w:val="20"/>
        </w:rPr>
        <w:t xml:space="preserve">Commercial Service Airport Project of the Year. Any airport, airport authority, local or federal government official, consultant, contractor, industry partner, or FDOT staff who wishes to make a </w:t>
      </w:r>
      <w:r w:rsidR="00CB6F91">
        <w:rPr>
          <w:rFonts w:cstheme="minorHAnsi"/>
          <w:sz w:val="20"/>
          <w:szCs w:val="20"/>
        </w:rPr>
        <w:t>nominatio</w:t>
      </w:r>
      <w:r w:rsidRPr="000076FB">
        <w:rPr>
          <w:rFonts w:cstheme="minorHAnsi"/>
          <w:sz w:val="20"/>
          <w:szCs w:val="20"/>
        </w:rPr>
        <w:t xml:space="preserve">n may submit a written nomination to </w:t>
      </w:r>
      <w:r w:rsidR="00A465D7">
        <w:rPr>
          <w:rFonts w:cstheme="minorHAnsi"/>
          <w:sz w:val="20"/>
          <w:szCs w:val="20"/>
        </w:rPr>
        <w:t>Michael McDougall,</w:t>
      </w:r>
      <w:r w:rsidR="00785EF5">
        <w:rPr>
          <w:rFonts w:cstheme="minorHAnsi"/>
          <w:sz w:val="20"/>
          <w:szCs w:val="20"/>
        </w:rPr>
        <w:t xml:space="preserve"> </w:t>
      </w:r>
      <w:r w:rsidR="00972755" w:rsidRPr="00972755">
        <w:rPr>
          <w:rFonts w:cstheme="minorHAnsi"/>
          <w:sz w:val="20"/>
          <w:szCs w:val="20"/>
        </w:rPr>
        <w:t>Aviation</w:t>
      </w:r>
      <w:r w:rsidR="00785EF5">
        <w:rPr>
          <w:rFonts w:cstheme="minorHAnsi"/>
          <w:sz w:val="20"/>
          <w:szCs w:val="20"/>
        </w:rPr>
        <w:t xml:space="preserve"> </w:t>
      </w:r>
      <w:r w:rsidR="00A465D7">
        <w:rPr>
          <w:rFonts w:cstheme="minorHAnsi"/>
          <w:sz w:val="20"/>
          <w:szCs w:val="20"/>
        </w:rPr>
        <w:t>Communications Manager</w:t>
      </w:r>
      <w:r w:rsidR="00785EF5">
        <w:rPr>
          <w:rFonts w:cstheme="minorHAnsi"/>
          <w:sz w:val="20"/>
          <w:szCs w:val="20"/>
        </w:rPr>
        <w:t>,</w:t>
      </w:r>
      <w:r w:rsidR="00972755" w:rsidRPr="00972755">
        <w:rPr>
          <w:rFonts w:cstheme="minorHAnsi"/>
          <w:sz w:val="20"/>
          <w:szCs w:val="20"/>
        </w:rPr>
        <w:t xml:space="preserve"> by mail</w:t>
      </w:r>
      <w:r w:rsidR="00450C39">
        <w:rPr>
          <w:rFonts w:cstheme="minorHAnsi"/>
          <w:sz w:val="20"/>
          <w:szCs w:val="20"/>
        </w:rPr>
        <w:t xml:space="preserve"> </w:t>
      </w:r>
      <w:r w:rsidR="00972755" w:rsidRPr="00972755">
        <w:rPr>
          <w:rFonts w:cstheme="minorHAnsi"/>
          <w:sz w:val="20"/>
          <w:szCs w:val="20"/>
        </w:rPr>
        <w:t>(Aviation Office, 605 Suwannee St.,</w:t>
      </w:r>
      <w:r w:rsidR="00072E8F">
        <w:rPr>
          <w:rFonts w:cstheme="minorHAnsi"/>
          <w:sz w:val="20"/>
          <w:szCs w:val="20"/>
        </w:rPr>
        <w:t xml:space="preserve"> </w:t>
      </w:r>
      <w:r w:rsidR="00972755" w:rsidRPr="00972755">
        <w:rPr>
          <w:rFonts w:cstheme="minorHAnsi"/>
          <w:sz w:val="20"/>
          <w:szCs w:val="20"/>
        </w:rPr>
        <w:t>MS-46,</w:t>
      </w:r>
      <w:r w:rsidR="00072E8F">
        <w:rPr>
          <w:rFonts w:cstheme="minorHAnsi"/>
          <w:sz w:val="20"/>
          <w:szCs w:val="20"/>
        </w:rPr>
        <w:t xml:space="preserve">  </w:t>
      </w:r>
      <w:r w:rsidR="00972755" w:rsidRPr="00972755">
        <w:rPr>
          <w:rFonts w:cstheme="minorHAnsi"/>
          <w:sz w:val="20"/>
          <w:szCs w:val="20"/>
        </w:rPr>
        <w:t>Tallahassee,</w:t>
      </w:r>
      <w:r w:rsidR="00785EF5">
        <w:rPr>
          <w:rFonts w:cstheme="minorHAnsi"/>
          <w:sz w:val="20"/>
          <w:szCs w:val="20"/>
        </w:rPr>
        <w:t xml:space="preserve"> </w:t>
      </w:r>
      <w:r w:rsidR="00972755" w:rsidRPr="00972755">
        <w:rPr>
          <w:rFonts w:cstheme="minorHAnsi"/>
          <w:sz w:val="20"/>
          <w:szCs w:val="20"/>
        </w:rPr>
        <w:t>FL</w:t>
      </w:r>
      <w:r w:rsidR="00EE4792">
        <w:rPr>
          <w:rFonts w:cstheme="minorHAnsi"/>
          <w:sz w:val="20"/>
          <w:szCs w:val="20"/>
        </w:rPr>
        <w:t xml:space="preserve"> </w:t>
      </w:r>
      <w:r w:rsidR="00972755" w:rsidRPr="00972755">
        <w:rPr>
          <w:rFonts w:cstheme="minorHAnsi"/>
          <w:sz w:val="20"/>
          <w:szCs w:val="20"/>
        </w:rPr>
        <w:t>32399-0450) or e-mail (</w:t>
      </w:r>
      <w:hyperlink r:id="rId9" w:history="1">
        <w:r w:rsidR="00450C39" w:rsidRPr="001E755A">
          <w:rPr>
            <w:rStyle w:val="Hyperlink"/>
            <w:rFonts w:cstheme="minorHAnsi"/>
            <w:sz w:val="20"/>
            <w:szCs w:val="20"/>
          </w:rPr>
          <w:t>Michael.McDougall@dot.state.fl.us</w:t>
        </w:r>
      </w:hyperlink>
      <w:r w:rsidR="00972755" w:rsidRPr="00972755">
        <w:rPr>
          <w:rFonts w:cstheme="minorHAnsi"/>
          <w:sz w:val="20"/>
          <w:szCs w:val="20"/>
        </w:rPr>
        <w:t>)</w:t>
      </w:r>
      <w:r w:rsidR="00972755">
        <w:rPr>
          <w:rFonts w:cstheme="minorHAnsi"/>
          <w:sz w:val="20"/>
          <w:szCs w:val="20"/>
        </w:rPr>
        <w:t>.</w:t>
      </w:r>
    </w:p>
    <w:p w14:paraId="0134F7E9" w14:textId="77777777" w:rsidR="0019100E" w:rsidRPr="000076FB" w:rsidRDefault="0019100E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76FB">
        <w:rPr>
          <w:rFonts w:cstheme="minorHAnsi"/>
          <w:sz w:val="20"/>
          <w:szCs w:val="20"/>
        </w:rPr>
        <w:t xml:space="preserve">  </w:t>
      </w:r>
    </w:p>
    <w:p w14:paraId="68174856" w14:textId="53F1AF0C" w:rsidR="0019100E" w:rsidRDefault="0019100E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76FB">
        <w:rPr>
          <w:rFonts w:cstheme="minorHAnsi"/>
          <w:sz w:val="20"/>
          <w:szCs w:val="20"/>
        </w:rPr>
        <w:t>All nominations must be received by FDOT no later than May 31</w:t>
      </w:r>
      <w:r w:rsidRPr="000076FB">
        <w:rPr>
          <w:rFonts w:cstheme="minorHAnsi"/>
          <w:sz w:val="20"/>
          <w:szCs w:val="20"/>
          <w:vertAlign w:val="superscript"/>
        </w:rPr>
        <w:t>st</w:t>
      </w:r>
      <w:r w:rsidRPr="000076FB">
        <w:rPr>
          <w:rFonts w:cstheme="minorHAnsi"/>
          <w:sz w:val="20"/>
          <w:szCs w:val="20"/>
        </w:rPr>
        <w:t xml:space="preserve"> of each year in order to be considered for that year. FDOT will present a certificate honoring the recipient in each award category at the Statewide CFASPP </w:t>
      </w:r>
      <w:r w:rsidR="00785EF5">
        <w:rPr>
          <w:rFonts w:cstheme="minorHAnsi"/>
          <w:sz w:val="20"/>
          <w:szCs w:val="20"/>
        </w:rPr>
        <w:t xml:space="preserve">Steering Committee </w:t>
      </w:r>
      <w:r w:rsidRPr="000076FB">
        <w:rPr>
          <w:rFonts w:cstheme="minorHAnsi"/>
          <w:sz w:val="20"/>
          <w:szCs w:val="20"/>
        </w:rPr>
        <w:t xml:space="preserve">Meeting </w:t>
      </w:r>
      <w:r w:rsidR="00785EF5">
        <w:rPr>
          <w:rFonts w:cstheme="minorHAnsi"/>
          <w:sz w:val="20"/>
          <w:szCs w:val="20"/>
        </w:rPr>
        <w:t xml:space="preserve">held in conjunction with </w:t>
      </w:r>
      <w:r w:rsidRPr="000076FB">
        <w:rPr>
          <w:rFonts w:cstheme="minorHAnsi"/>
          <w:sz w:val="20"/>
          <w:szCs w:val="20"/>
        </w:rPr>
        <w:t xml:space="preserve">the FAC </w:t>
      </w:r>
      <w:r w:rsidR="00785EF5">
        <w:rPr>
          <w:rFonts w:cstheme="minorHAnsi"/>
          <w:sz w:val="20"/>
          <w:szCs w:val="20"/>
        </w:rPr>
        <w:t xml:space="preserve">Annual </w:t>
      </w:r>
      <w:r w:rsidRPr="000076FB">
        <w:rPr>
          <w:rFonts w:cstheme="minorHAnsi"/>
          <w:sz w:val="20"/>
          <w:szCs w:val="20"/>
        </w:rPr>
        <w:t>Conference</w:t>
      </w:r>
      <w:r w:rsidR="00785EF5">
        <w:rPr>
          <w:rFonts w:cstheme="minorHAnsi"/>
          <w:sz w:val="20"/>
          <w:szCs w:val="20"/>
        </w:rPr>
        <w:t xml:space="preserve"> and Exposition.</w:t>
      </w:r>
      <w:r w:rsidRPr="000076FB">
        <w:rPr>
          <w:rFonts w:cstheme="minorHAnsi"/>
          <w:sz w:val="20"/>
          <w:szCs w:val="20"/>
        </w:rPr>
        <w:t xml:space="preserve"> </w:t>
      </w:r>
      <w:r w:rsidR="00785EF5">
        <w:rPr>
          <w:rFonts w:cstheme="minorHAnsi"/>
          <w:sz w:val="20"/>
          <w:szCs w:val="20"/>
        </w:rPr>
        <w:t xml:space="preserve"> </w:t>
      </w:r>
      <w:r w:rsidRPr="000076FB">
        <w:rPr>
          <w:rFonts w:cstheme="minorHAnsi"/>
          <w:sz w:val="20"/>
          <w:szCs w:val="20"/>
        </w:rPr>
        <w:t xml:space="preserve">  </w:t>
      </w:r>
    </w:p>
    <w:p w14:paraId="603EE8E7" w14:textId="77777777" w:rsidR="000076FB" w:rsidRPr="000076FB" w:rsidRDefault="000076FB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879CD2B" w14:textId="3809EA89" w:rsidR="0019100E" w:rsidRDefault="0019100E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76FB">
        <w:rPr>
          <w:rFonts w:cstheme="minorHAnsi"/>
          <w:sz w:val="20"/>
          <w:szCs w:val="20"/>
        </w:rPr>
        <w:t xml:space="preserve">To be considered </w:t>
      </w:r>
      <w:r w:rsidR="00B81ADB">
        <w:rPr>
          <w:rFonts w:cstheme="minorHAnsi"/>
          <w:sz w:val="20"/>
          <w:szCs w:val="20"/>
        </w:rPr>
        <w:t xml:space="preserve">eligible </w:t>
      </w:r>
      <w:r w:rsidRPr="000076FB">
        <w:rPr>
          <w:rFonts w:cstheme="minorHAnsi"/>
          <w:sz w:val="20"/>
          <w:szCs w:val="20"/>
        </w:rPr>
        <w:t xml:space="preserve">for </w:t>
      </w:r>
      <w:r w:rsidR="005756CC">
        <w:rPr>
          <w:rFonts w:cstheme="minorHAnsi"/>
          <w:sz w:val="20"/>
          <w:szCs w:val="20"/>
        </w:rPr>
        <w:t xml:space="preserve">the </w:t>
      </w:r>
      <w:r w:rsidR="00B81ADB">
        <w:rPr>
          <w:rFonts w:cstheme="minorHAnsi"/>
          <w:sz w:val="20"/>
          <w:szCs w:val="20"/>
        </w:rPr>
        <w:t xml:space="preserve">Commercial Service </w:t>
      </w:r>
      <w:r w:rsidRPr="000076FB">
        <w:rPr>
          <w:rFonts w:cstheme="minorHAnsi"/>
          <w:sz w:val="20"/>
          <w:szCs w:val="20"/>
        </w:rPr>
        <w:t xml:space="preserve">Airport Project of the Year, a project must meet </w:t>
      </w:r>
      <w:r w:rsidR="00785EF5">
        <w:rPr>
          <w:rFonts w:cstheme="minorHAnsi"/>
          <w:sz w:val="20"/>
          <w:szCs w:val="20"/>
        </w:rPr>
        <w:t>all</w:t>
      </w:r>
      <w:r w:rsidRPr="000076FB">
        <w:rPr>
          <w:rFonts w:cstheme="minorHAnsi"/>
          <w:sz w:val="20"/>
          <w:szCs w:val="20"/>
        </w:rPr>
        <w:t xml:space="preserve"> the following criteria:</w:t>
      </w:r>
    </w:p>
    <w:p w14:paraId="23C0D000" w14:textId="77777777" w:rsidR="000076FB" w:rsidRPr="000076FB" w:rsidRDefault="000076FB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6F860A0" w14:textId="7773E9B5" w:rsidR="0019100E" w:rsidRPr="000076FB" w:rsidRDefault="0019100E" w:rsidP="000076FB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076FB">
        <w:rPr>
          <w:rFonts w:cstheme="minorHAnsi"/>
          <w:b/>
          <w:sz w:val="20"/>
          <w:szCs w:val="20"/>
        </w:rPr>
        <w:t xml:space="preserve">Demonstrate a significant contribution to airport development, sustainability, efficiency, capacity and/or safety; </w:t>
      </w:r>
      <w:r w:rsidR="00785EF5">
        <w:rPr>
          <w:rFonts w:cstheme="minorHAnsi"/>
          <w:b/>
          <w:sz w:val="20"/>
          <w:szCs w:val="20"/>
        </w:rPr>
        <w:t xml:space="preserve"> </w:t>
      </w:r>
    </w:p>
    <w:p w14:paraId="719F9EAF" w14:textId="673B476E" w:rsidR="0019100E" w:rsidRPr="000076FB" w:rsidRDefault="0019100E" w:rsidP="000076FB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076FB">
        <w:rPr>
          <w:rFonts w:cstheme="minorHAnsi"/>
          <w:b/>
          <w:sz w:val="20"/>
          <w:szCs w:val="20"/>
        </w:rPr>
        <w:t xml:space="preserve">Be a project funded under the FDOT Aviation Grants Program (it must have an FM number); </w:t>
      </w:r>
      <w:r w:rsidR="00785EF5">
        <w:rPr>
          <w:rFonts w:cstheme="minorHAnsi"/>
          <w:b/>
          <w:sz w:val="20"/>
          <w:szCs w:val="20"/>
        </w:rPr>
        <w:t xml:space="preserve"> </w:t>
      </w:r>
      <w:r w:rsidRPr="000076FB">
        <w:rPr>
          <w:rFonts w:cstheme="minorHAnsi"/>
          <w:b/>
          <w:sz w:val="20"/>
          <w:szCs w:val="20"/>
        </w:rPr>
        <w:t xml:space="preserve"> </w:t>
      </w:r>
    </w:p>
    <w:p w14:paraId="13978122" w14:textId="57FE232B" w:rsidR="0019100E" w:rsidRDefault="0019100E" w:rsidP="000076FB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076FB">
        <w:rPr>
          <w:rFonts w:cstheme="minorHAnsi"/>
          <w:b/>
          <w:sz w:val="20"/>
          <w:szCs w:val="20"/>
        </w:rPr>
        <w:t>Be completed in the state fiscal year (July 1</w:t>
      </w:r>
      <w:r w:rsidR="006C1A23">
        <w:rPr>
          <w:rFonts w:cstheme="minorHAnsi"/>
          <w:b/>
          <w:sz w:val="20"/>
          <w:szCs w:val="20"/>
        </w:rPr>
        <w:t xml:space="preserve"> </w:t>
      </w:r>
      <w:r w:rsidRPr="000076FB">
        <w:rPr>
          <w:rFonts w:cstheme="minorHAnsi"/>
          <w:b/>
          <w:sz w:val="20"/>
          <w:szCs w:val="20"/>
        </w:rPr>
        <w:t>-</w:t>
      </w:r>
      <w:r w:rsidR="006C1A23">
        <w:rPr>
          <w:rFonts w:cstheme="minorHAnsi"/>
          <w:b/>
          <w:sz w:val="20"/>
          <w:szCs w:val="20"/>
        </w:rPr>
        <w:t xml:space="preserve"> </w:t>
      </w:r>
      <w:r w:rsidRPr="000076FB">
        <w:rPr>
          <w:rFonts w:cstheme="minorHAnsi"/>
          <w:b/>
          <w:sz w:val="20"/>
          <w:szCs w:val="20"/>
        </w:rPr>
        <w:t>June 30) in which it is nominated</w:t>
      </w:r>
    </w:p>
    <w:p w14:paraId="454FD590" w14:textId="516F2D00" w:rsidR="00432EF5" w:rsidRPr="000076FB" w:rsidRDefault="00432EF5" w:rsidP="000076FB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Be completed at a </w:t>
      </w:r>
      <w:r w:rsidR="00F268C2">
        <w:rPr>
          <w:rFonts w:cstheme="minorHAnsi"/>
          <w:b/>
          <w:sz w:val="20"/>
          <w:szCs w:val="20"/>
        </w:rPr>
        <w:t>recognized</w:t>
      </w:r>
      <w:r>
        <w:rPr>
          <w:rFonts w:cstheme="minorHAnsi"/>
          <w:b/>
          <w:sz w:val="20"/>
          <w:szCs w:val="20"/>
        </w:rPr>
        <w:t xml:space="preserve"> Commercial Service Airport by FDOT.</w:t>
      </w:r>
    </w:p>
    <w:p w14:paraId="3641BC03" w14:textId="77777777" w:rsidR="0019100E" w:rsidRPr="000076FB" w:rsidRDefault="0019100E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F1C864E" w14:textId="77777777" w:rsidR="00221A52" w:rsidRDefault="00221A52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2D67D95" w14:textId="794C40E7" w:rsidR="0019100E" w:rsidRDefault="0019100E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76FB">
        <w:rPr>
          <w:rFonts w:cstheme="minorHAnsi"/>
          <w:sz w:val="20"/>
          <w:szCs w:val="20"/>
        </w:rPr>
        <w:t xml:space="preserve">To nominate a project, describe how </w:t>
      </w:r>
      <w:r w:rsidR="00C64924">
        <w:rPr>
          <w:rFonts w:cstheme="minorHAnsi"/>
          <w:sz w:val="20"/>
          <w:szCs w:val="20"/>
        </w:rPr>
        <w:t>the</w:t>
      </w:r>
      <w:r w:rsidRPr="000076FB">
        <w:rPr>
          <w:rFonts w:cstheme="minorHAnsi"/>
          <w:sz w:val="20"/>
          <w:szCs w:val="20"/>
        </w:rPr>
        <w:t xml:space="preserve"> project demonstrates exceptional professional skills</w:t>
      </w:r>
      <w:r w:rsidR="00C64924">
        <w:rPr>
          <w:rFonts w:cstheme="minorHAnsi"/>
          <w:sz w:val="20"/>
          <w:szCs w:val="20"/>
        </w:rPr>
        <w:t>,</w:t>
      </w:r>
      <w:r w:rsidR="007631C3">
        <w:rPr>
          <w:rFonts w:cstheme="minorHAnsi"/>
          <w:sz w:val="20"/>
          <w:szCs w:val="20"/>
        </w:rPr>
        <w:t xml:space="preserve"> </w:t>
      </w:r>
      <w:r w:rsidRPr="000076FB">
        <w:rPr>
          <w:rFonts w:cstheme="minorHAnsi"/>
          <w:sz w:val="20"/>
          <w:szCs w:val="20"/>
        </w:rPr>
        <w:t>represents a significant contribution to airport development, sustainability, efficiency, capacity, and/or safety.  Also, describe how the project meets or exceeds one or more of the following success factors:</w:t>
      </w:r>
    </w:p>
    <w:p w14:paraId="499C8356" w14:textId="77777777" w:rsidR="000076FB" w:rsidRPr="000076FB" w:rsidRDefault="000076FB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4675BA7" w14:textId="77777777" w:rsidR="0019100E" w:rsidRPr="000076FB" w:rsidRDefault="0019100E" w:rsidP="000076FB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076FB">
        <w:rPr>
          <w:rFonts w:cstheme="minorHAnsi"/>
          <w:b/>
          <w:sz w:val="20"/>
          <w:szCs w:val="20"/>
        </w:rPr>
        <w:t xml:space="preserve">Contributes to the mobility of people and goods; </w:t>
      </w:r>
    </w:p>
    <w:p w14:paraId="5C33CE3D" w14:textId="77777777" w:rsidR="0019100E" w:rsidRPr="000076FB" w:rsidRDefault="0019100E" w:rsidP="000076FB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076FB">
        <w:rPr>
          <w:rFonts w:cstheme="minorHAnsi"/>
          <w:b/>
          <w:sz w:val="20"/>
          <w:szCs w:val="20"/>
        </w:rPr>
        <w:t xml:space="preserve">Contributes to the well-being of people and communities; </w:t>
      </w:r>
    </w:p>
    <w:p w14:paraId="4A7BD952" w14:textId="77777777" w:rsidR="0019100E" w:rsidRPr="000076FB" w:rsidRDefault="0019100E" w:rsidP="000076FB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076FB">
        <w:rPr>
          <w:rFonts w:cstheme="minorHAnsi"/>
          <w:b/>
          <w:sz w:val="20"/>
          <w:szCs w:val="20"/>
        </w:rPr>
        <w:t xml:space="preserve">Challenges presented by the project; </w:t>
      </w:r>
    </w:p>
    <w:p w14:paraId="0C4CEC7E" w14:textId="77777777" w:rsidR="0019100E" w:rsidRPr="000076FB" w:rsidRDefault="0019100E" w:rsidP="000076FB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076FB">
        <w:rPr>
          <w:rFonts w:cstheme="minorHAnsi"/>
          <w:b/>
          <w:sz w:val="20"/>
          <w:szCs w:val="20"/>
        </w:rPr>
        <w:t xml:space="preserve">Demonstrates resourcefulness in planning; </w:t>
      </w:r>
    </w:p>
    <w:p w14:paraId="7E195F1C" w14:textId="1F919B97" w:rsidR="0019100E" w:rsidRPr="000076FB" w:rsidRDefault="0019100E" w:rsidP="000076FB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076FB">
        <w:rPr>
          <w:rFonts w:cstheme="minorHAnsi"/>
          <w:b/>
          <w:sz w:val="20"/>
          <w:szCs w:val="20"/>
        </w:rPr>
        <w:t>Demonstrates pioneering use of materials, equipment</w:t>
      </w:r>
      <w:r w:rsidR="002A4507">
        <w:rPr>
          <w:rFonts w:cstheme="minorHAnsi"/>
          <w:b/>
          <w:sz w:val="20"/>
          <w:szCs w:val="20"/>
        </w:rPr>
        <w:t>,</w:t>
      </w:r>
      <w:r w:rsidRPr="000076FB">
        <w:rPr>
          <w:rFonts w:cstheme="minorHAnsi"/>
          <w:b/>
          <w:sz w:val="20"/>
          <w:szCs w:val="20"/>
        </w:rPr>
        <w:t xml:space="preserve"> and methods; </w:t>
      </w:r>
    </w:p>
    <w:p w14:paraId="2E629DFF" w14:textId="77777777" w:rsidR="0019100E" w:rsidRPr="000076FB" w:rsidRDefault="0019100E" w:rsidP="000076FB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076FB">
        <w:rPr>
          <w:rFonts w:cstheme="minorHAnsi"/>
          <w:b/>
          <w:sz w:val="20"/>
          <w:szCs w:val="20"/>
        </w:rPr>
        <w:t xml:space="preserve">Benefits to the physical environment and aesthetic values; </w:t>
      </w:r>
    </w:p>
    <w:p w14:paraId="18541DF9" w14:textId="77777777" w:rsidR="0019100E" w:rsidRPr="000076FB" w:rsidRDefault="0019100E" w:rsidP="000076FB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076FB">
        <w:rPr>
          <w:rFonts w:cstheme="minorHAnsi"/>
          <w:b/>
          <w:sz w:val="20"/>
          <w:szCs w:val="20"/>
        </w:rPr>
        <w:t>Cost-effectiveness.</w:t>
      </w:r>
    </w:p>
    <w:p w14:paraId="6E0EA73B" w14:textId="77777777" w:rsidR="0019100E" w:rsidRPr="000076FB" w:rsidRDefault="0019100E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BDAF30" w14:textId="77777777" w:rsidR="00221A52" w:rsidRDefault="00221A52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332711A" w14:textId="42F8D441" w:rsidR="0019100E" w:rsidRDefault="009913B4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</w:t>
      </w:r>
      <w:r w:rsidRPr="000076FB">
        <w:rPr>
          <w:rFonts w:cstheme="minorHAnsi"/>
          <w:sz w:val="20"/>
          <w:szCs w:val="20"/>
        </w:rPr>
        <w:t xml:space="preserve">lease </w:t>
      </w:r>
      <w:r>
        <w:rPr>
          <w:rFonts w:cstheme="minorHAnsi"/>
          <w:sz w:val="20"/>
          <w:szCs w:val="20"/>
        </w:rPr>
        <w:t>include 3-5 pictures of the project in JPEG format</w:t>
      </w:r>
      <w:r w:rsidR="00C64924">
        <w:rPr>
          <w:rFonts w:cstheme="minorHAnsi"/>
          <w:sz w:val="20"/>
          <w:szCs w:val="20"/>
        </w:rPr>
        <w:t xml:space="preserve"> and</w:t>
      </w:r>
      <w:r>
        <w:rPr>
          <w:rFonts w:cstheme="minorHAnsi"/>
          <w:sz w:val="20"/>
          <w:szCs w:val="20"/>
        </w:rPr>
        <w:t xml:space="preserve"> </w:t>
      </w:r>
      <w:r w:rsidRPr="000076FB">
        <w:rPr>
          <w:rFonts w:cstheme="minorHAnsi"/>
          <w:sz w:val="20"/>
          <w:szCs w:val="20"/>
        </w:rPr>
        <w:t xml:space="preserve">complete the </w:t>
      </w:r>
      <w:r w:rsidR="002D4325">
        <w:rPr>
          <w:rFonts w:cstheme="minorHAnsi"/>
          <w:sz w:val="20"/>
          <w:szCs w:val="20"/>
        </w:rPr>
        <w:t>G</w:t>
      </w:r>
      <w:r w:rsidRPr="000076FB">
        <w:rPr>
          <w:rFonts w:cstheme="minorHAnsi"/>
          <w:sz w:val="20"/>
          <w:szCs w:val="20"/>
        </w:rPr>
        <w:t xml:space="preserve">eneral </w:t>
      </w:r>
      <w:r w:rsidR="002D4325">
        <w:rPr>
          <w:rFonts w:cstheme="minorHAnsi"/>
          <w:sz w:val="20"/>
          <w:szCs w:val="20"/>
        </w:rPr>
        <w:t>I</w:t>
      </w:r>
      <w:r w:rsidRPr="000076FB">
        <w:rPr>
          <w:rFonts w:cstheme="minorHAnsi"/>
          <w:sz w:val="20"/>
          <w:szCs w:val="20"/>
        </w:rPr>
        <w:t xml:space="preserve">nformation </w:t>
      </w:r>
      <w:r w:rsidR="002D4325">
        <w:rPr>
          <w:rFonts w:cstheme="minorHAnsi"/>
          <w:sz w:val="20"/>
          <w:szCs w:val="20"/>
        </w:rPr>
        <w:t>S</w:t>
      </w:r>
      <w:r w:rsidRPr="000076FB">
        <w:rPr>
          <w:rFonts w:cstheme="minorHAnsi"/>
          <w:sz w:val="20"/>
          <w:szCs w:val="20"/>
        </w:rPr>
        <w:t>ection of the nomination form us</w:t>
      </w:r>
      <w:r>
        <w:rPr>
          <w:rFonts w:cstheme="minorHAnsi"/>
          <w:sz w:val="20"/>
          <w:szCs w:val="20"/>
        </w:rPr>
        <w:t>ing</w:t>
      </w:r>
      <w:r w:rsidRPr="000076FB">
        <w:rPr>
          <w:rFonts w:cstheme="minorHAnsi"/>
          <w:sz w:val="20"/>
          <w:szCs w:val="20"/>
        </w:rPr>
        <w:t xml:space="preserve"> the </w:t>
      </w:r>
      <w:r w:rsidR="002D4325">
        <w:rPr>
          <w:rFonts w:cstheme="minorHAnsi"/>
          <w:sz w:val="20"/>
          <w:szCs w:val="20"/>
        </w:rPr>
        <w:t>N</w:t>
      </w:r>
      <w:r w:rsidRPr="000076FB">
        <w:rPr>
          <w:rFonts w:cstheme="minorHAnsi"/>
          <w:sz w:val="20"/>
          <w:szCs w:val="20"/>
        </w:rPr>
        <w:t xml:space="preserve">arrative </w:t>
      </w:r>
      <w:r w:rsidR="002D4325">
        <w:rPr>
          <w:rFonts w:cstheme="minorHAnsi"/>
          <w:sz w:val="20"/>
          <w:szCs w:val="20"/>
        </w:rPr>
        <w:t>S</w:t>
      </w:r>
      <w:r w:rsidRPr="000076FB">
        <w:rPr>
          <w:rFonts w:cstheme="minorHAnsi"/>
          <w:sz w:val="20"/>
          <w:szCs w:val="20"/>
        </w:rPr>
        <w:t>ection</w:t>
      </w:r>
      <w:r>
        <w:rPr>
          <w:rFonts w:cstheme="minorHAnsi"/>
          <w:sz w:val="20"/>
          <w:szCs w:val="20"/>
        </w:rPr>
        <w:t xml:space="preserve">. </w:t>
      </w:r>
      <w:r w:rsidR="0019100E" w:rsidRPr="000076FB">
        <w:rPr>
          <w:rFonts w:cstheme="minorHAnsi"/>
          <w:sz w:val="20"/>
          <w:szCs w:val="20"/>
        </w:rPr>
        <w:t xml:space="preserve">Electronic File Sharing is available for large files through the FDOT File Transfer Appliance. The FTA offers the ability to send large files securely. </w:t>
      </w:r>
      <w:r w:rsidR="00972755" w:rsidRPr="00972755">
        <w:rPr>
          <w:rFonts w:cstheme="minorHAnsi"/>
          <w:sz w:val="20"/>
          <w:szCs w:val="20"/>
        </w:rPr>
        <w:t>Please contact</w:t>
      </w:r>
      <w:r w:rsidR="00785EF5">
        <w:rPr>
          <w:rFonts w:cstheme="minorHAnsi"/>
          <w:sz w:val="20"/>
          <w:szCs w:val="20"/>
        </w:rPr>
        <w:t xml:space="preserve"> </w:t>
      </w:r>
      <w:r w:rsidR="00734838">
        <w:rPr>
          <w:rFonts w:cstheme="minorHAnsi"/>
          <w:sz w:val="20"/>
          <w:szCs w:val="20"/>
        </w:rPr>
        <w:t>Michael McDougall</w:t>
      </w:r>
      <w:r w:rsidR="00972755" w:rsidRPr="00972755">
        <w:rPr>
          <w:rFonts w:cstheme="minorHAnsi"/>
          <w:sz w:val="20"/>
          <w:szCs w:val="20"/>
        </w:rPr>
        <w:t xml:space="preserve"> at 850-414-45</w:t>
      </w:r>
      <w:r w:rsidR="00DE78CC">
        <w:rPr>
          <w:rFonts w:cstheme="minorHAnsi"/>
          <w:sz w:val="20"/>
          <w:szCs w:val="20"/>
        </w:rPr>
        <w:t>12</w:t>
      </w:r>
      <w:r w:rsidR="00734838">
        <w:rPr>
          <w:rFonts w:cstheme="minorHAnsi"/>
          <w:sz w:val="20"/>
          <w:szCs w:val="20"/>
        </w:rPr>
        <w:t xml:space="preserve"> for additional information</w:t>
      </w:r>
      <w:r w:rsidR="0019100E" w:rsidRPr="000076FB">
        <w:rPr>
          <w:rFonts w:cstheme="minorHAnsi"/>
          <w:sz w:val="20"/>
          <w:szCs w:val="20"/>
        </w:rPr>
        <w:t>.</w:t>
      </w:r>
    </w:p>
    <w:p w14:paraId="0129D73A" w14:textId="77777777" w:rsidR="000076FB" w:rsidRDefault="000076FB" w:rsidP="000076F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1CB94AE" w14:textId="77777777" w:rsidR="00221A52" w:rsidRDefault="00221A52" w:rsidP="000076FB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7C4901C2" w14:textId="77777777" w:rsidR="00221A52" w:rsidRDefault="00221A52" w:rsidP="000076FB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731BAD17" w14:textId="77777777" w:rsidR="00221A52" w:rsidRDefault="00221A52" w:rsidP="000076FB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44531512" w14:textId="77777777" w:rsidR="00221A52" w:rsidRDefault="00221A52" w:rsidP="000076FB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66F7C061" w14:textId="77777777" w:rsidR="00221A52" w:rsidRDefault="00221A52" w:rsidP="000076FB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0A64351E" w14:textId="77777777" w:rsidR="00221A52" w:rsidRDefault="00221A52" w:rsidP="000076FB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2B44AAAE" w14:textId="77777777" w:rsidR="00221A52" w:rsidRDefault="00221A52" w:rsidP="000076FB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3D3FD4C1" w14:textId="77777777" w:rsidR="00221A52" w:rsidRDefault="00221A52" w:rsidP="000076FB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0BA2B0D4" w14:textId="77777777" w:rsidR="00221A52" w:rsidRDefault="00221A52" w:rsidP="000076FB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25783C48" w14:textId="77777777" w:rsidR="00221A52" w:rsidRDefault="00221A52" w:rsidP="000076FB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3D328B4F" w14:textId="7CB07A1A" w:rsidR="000076FB" w:rsidRPr="000D2FFD" w:rsidRDefault="000076FB" w:rsidP="006D0C8F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0D2FFD">
        <w:rPr>
          <w:rFonts w:ascii="Arial" w:hAnsi="Arial" w:cs="Arial"/>
          <w:b/>
          <w:color w:val="auto"/>
          <w:sz w:val="22"/>
          <w:szCs w:val="22"/>
          <w:u w:val="single"/>
        </w:rPr>
        <w:lastRenderedPageBreak/>
        <w:t>GENERAL INFORMATION</w:t>
      </w:r>
    </w:p>
    <w:p w14:paraId="57173B3A" w14:textId="77777777" w:rsidR="000076FB" w:rsidRDefault="000076FB" w:rsidP="000076FB">
      <w:pPr>
        <w:spacing w:after="120" w:line="240" w:lineRule="auto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Nominee: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270"/>
        <w:gridCol w:w="1530"/>
        <w:gridCol w:w="270"/>
        <w:gridCol w:w="630"/>
        <w:gridCol w:w="270"/>
        <w:gridCol w:w="1080"/>
        <w:gridCol w:w="270"/>
        <w:gridCol w:w="1890"/>
        <w:gridCol w:w="270"/>
        <w:gridCol w:w="450"/>
        <w:gridCol w:w="270"/>
        <w:gridCol w:w="1160"/>
      </w:tblGrid>
      <w:tr w:rsidR="000076FB" w:rsidRPr="00044E88" w14:paraId="3741D0F3" w14:textId="77777777" w:rsidTr="00B10B25">
        <w:trPr>
          <w:trHeight w:val="288"/>
        </w:trPr>
        <w:tc>
          <w:tcPr>
            <w:tcW w:w="6480" w:type="dxa"/>
            <w:gridSpan w:val="7"/>
            <w:tcBorders>
              <w:bottom w:val="single" w:sz="4" w:space="0" w:color="auto"/>
            </w:tcBorders>
            <w:vAlign w:val="bottom"/>
          </w:tcPr>
          <w:p w14:paraId="31480A18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0" w:name="Text15"/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</w:tcPr>
          <w:p w14:paraId="33B81562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bookmarkEnd w:id="0"/>
        <w:tc>
          <w:tcPr>
            <w:tcW w:w="4040" w:type="dxa"/>
            <w:gridSpan w:val="5"/>
            <w:tcBorders>
              <w:bottom w:val="single" w:sz="4" w:space="0" w:color="auto"/>
            </w:tcBorders>
            <w:vAlign w:val="bottom"/>
          </w:tcPr>
          <w:p w14:paraId="38192233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0076FB" w:rsidRPr="00044E88" w14:paraId="35B63BBA" w14:textId="77777777" w:rsidTr="00B10B25">
        <w:tc>
          <w:tcPr>
            <w:tcW w:w="6480" w:type="dxa"/>
            <w:gridSpan w:val="7"/>
            <w:tcBorders>
              <w:top w:val="single" w:sz="4" w:space="0" w:color="auto"/>
            </w:tcBorders>
          </w:tcPr>
          <w:p w14:paraId="72F9CC9F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Airport N</w:t>
            </w:r>
            <w:r w:rsidRPr="00DF664D">
              <w:rPr>
                <w:color w:val="auto"/>
                <w:sz w:val="16"/>
                <w:szCs w:val="16"/>
              </w:rPr>
              <w:t>ame</w:t>
            </w:r>
          </w:p>
        </w:tc>
        <w:tc>
          <w:tcPr>
            <w:tcW w:w="270" w:type="dxa"/>
          </w:tcPr>
          <w:p w14:paraId="742BE180" w14:textId="77777777" w:rsidR="000076FB" w:rsidRPr="00044E88" w:rsidRDefault="000076FB" w:rsidP="00B10B25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4040" w:type="dxa"/>
            <w:gridSpan w:val="5"/>
          </w:tcPr>
          <w:p w14:paraId="5276E183" w14:textId="77777777" w:rsidR="000076FB" w:rsidRPr="000D2FF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 w:rsidRPr="000D2FFD">
              <w:rPr>
                <w:color w:val="auto"/>
                <w:sz w:val="16"/>
                <w:szCs w:val="16"/>
              </w:rPr>
              <w:t>Date</w:t>
            </w:r>
          </w:p>
        </w:tc>
      </w:tr>
      <w:tr w:rsidR="000076FB" w:rsidRPr="00044E88" w14:paraId="1C355936" w14:textId="77777777" w:rsidTr="00B10B25">
        <w:trPr>
          <w:trHeight w:val="288"/>
        </w:trPr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14:paraId="2B1E1FF2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3DBC446E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bookmarkStart w:id="1" w:name="Dropdown1"/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A9A0EAB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elect District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Turnpike"/>
                    <w:listEntry w:val="Central Office"/>
                  </w:ddList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FORMDROPDOWN </w:instrText>
            </w:r>
            <w:r w:rsidR="00ED14F9">
              <w:rPr>
                <w:color w:val="auto"/>
                <w:sz w:val="20"/>
                <w:szCs w:val="20"/>
              </w:rPr>
            </w:r>
            <w:r w:rsidR="00ED14F9"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0331A6BE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bookmarkEnd w:id="1"/>
        <w:tc>
          <w:tcPr>
            <w:tcW w:w="1980" w:type="dxa"/>
            <w:gridSpan w:val="3"/>
            <w:tcBorders>
              <w:bottom w:val="single" w:sz="4" w:space="0" w:color="auto"/>
            </w:tcBorders>
            <w:vAlign w:val="bottom"/>
          </w:tcPr>
          <w:p w14:paraId="22D67ACD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1931D1A9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4040" w:type="dxa"/>
            <w:gridSpan w:val="5"/>
            <w:tcBorders>
              <w:bottom w:val="single" w:sz="4" w:space="0" w:color="auto"/>
            </w:tcBorders>
            <w:vAlign w:val="bottom"/>
          </w:tcPr>
          <w:p w14:paraId="2744F9F1" w14:textId="77777777" w:rsidR="000076FB" w:rsidRPr="00044E88" w:rsidRDefault="000076FB" w:rsidP="00B10B25">
            <w:pPr>
              <w:ind w:left="-108" w:right="-1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0076FB" w:rsidRPr="00044E88" w14:paraId="4876AA48" w14:textId="77777777" w:rsidTr="00B10B25">
        <w:tc>
          <w:tcPr>
            <w:tcW w:w="2430" w:type="dxa"/>
          </w:tcPr>
          <w:p w14:paraId="45AC2B1B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City</w:t>
            </w:r>
          </w:p>
        </w:tc>
        <w:tc>
          <w:tcPr>
            <w:tcW w:w="270" w:type="dxa"/>
          </w:tcPr>
          <w:p w14:paraId="78FE9760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1530" w:type="dxa"/>
          </w:tcPr>
          <w:p w14:paraId="5A0245A5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FDOT District</w:t>
            </w:r>
          </w:p>
        </w:tc>
        <w:tc>
          <w:tcPr>
            <w:tcW w:w="270" w:type="dxa"/>
          </w:tcPr>
          <w:p w14:paraId="2436A9E1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1980" w:type="dxa"/>
            <w:gridSpan w:val="3"/>
          </w:tcPr>
          <w:p w14:paraId="601FD588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Phone</w:t>
            </w:r>
          </w:p>
        </w:tc>
        <w:tc>
          <w:tcPr>
            <w:tcW w:w="270" w:type="dxa"/>
          </w:tcPr>
          <w:p w14:paraId="404FB678" w14:textId="77777777" w:rsidR="000076FB" w:rsidRPr="00DF664D" w:rsidRDefault="000076FB" w:rsidP="00B10B25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2610" w:type="dxa"/>
            <w:gridSpan w:val="3"/>
          </w:tcPr>
          <w:p w14:paraId="4D18014B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Airport Contact</w:t>
            </w:r>
          </w:p>
        </w:tc>
        <w:tc>
          <w:tcPr>
            <w:tcW w:w="270" w:type="dxa"/>
          </w:tcPr>
          <w:p w14:paraId="2CF68312" w14:textId="77777777" w:rsidR="000076FB" w:rsidRPr="00DF664D" w:rsidRDefault="000076FB" w:rsidP="00B10B25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14:paraId="080F27CD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</w:p>
        </w:tc>
      </w:tr>
      <w:tr w:rsidR="000076FB" w:rsidRPr="00044E88" w14:paraId="05175318" w14:textId="77777777" w:rsidTr="00B10B25">
        <w:trPr>
          <w:trHeight w:val="288"/>
        </w:trPr>
        <w:tc>
          <w:tcPr>
            <w:tcW w:w="4230" w:type="dxa"/>
            <w:gridSpan w:val="3"/>
            <w:tcBorders>
              <w:bottom w:val="single" w:sz="4" w:space="0" w:color="auto"/>
            </w:tcBorders>
            <w:vAlign w:val="bottom"/>
          </w:tcPr>
          <w:p w14:paraId="0B6F5896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49A63075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bottom w:val="single" w:sz="4" w:space="0" w:color="auto"/>
            </w:tcBorders>
            <w:vAlign w:val="bottom"/>
          </w:tcPr>
          <w:p w14:paraId="079DDAAA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4DDA5D49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4D3995D5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3535DDD4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1880" w:type="dxa"/>
            <w:gridSpan w:val="3"/>
            <w:tcBorders>
              <w:bottom w:val="single" w:sz="4" w:space="0" w:color="auto"/>
            </w:tcBorders>
            <w:vAlign w:val="bottom"/>
          </w:tcPr>
          <w:p w14:paraId="6E8BD27F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0076FB" w:rsidRPr="00044E88" w14:paraId="3DBF7369" w14:textId="77777777" w:rsidTr="00B10B25">
        <w:tc>
          <w:tcPr>
            <w:tcW w:w="4230" w:type="dxa"/>
            <w:gridSpan w:val="3"/>
          </w:tcPr>
          <w:p w14:paraId="6ADB640F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Project</w:t>
            </w:r>
          </w:p>
        </w:tc>
        <w:tc>
          <w:tcPr>
            <w:tcW w:w="270" w:type="dxa"/>
          </w:tcPr>
          <w:p w14:paraId="7D9A70F5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1980" w:type="dxa"/>
            <w:gridSpan w:val="3"/>
          </w:tcPr>
          <w:p w14:paraId="28EC5B38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FM#</w:t>
            </w:r>
          </w:p>
        </w:tc>
        <w:tc>
          <w:tcPr>
            <w:tcW w:w="270" w:type="dxa"/>
          </w:tcPr>
          <w:p w14:paraId="0E7442B2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1890" w:type="dxa"/>
          </w:tcPr>
          <w:p w14:paraId="1D2F67DB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Start Date</w:t>
            </w:r>
          </w:p>
        </w:tc>
        <w:tc>
          <w:tcPr>
            <w:tcW w:w="270" w:type="dxa"/>
          </w:tcPr>
          <w:p w14:paraId="3EAFF115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1880" w:type="dxa"/>
            <w:gridSpan w:val="3"/>
          </w:tcPr>
          <w:p w14:paraId="7EC09921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End Date</w:t>
            </w:r>
          </w:p>
        </w:tc>
      </w:tr>
      <w:tr w:rsidR="000076FB" w:rsidRPr="00044E88" w14:paraId="5D2A5B3B" w14:textId="77777777" w:rsidTr="00B10B25">
        <w:trPr>
          <w:trHeight w:val="288"/>
        </w:trPr>
        <w:tc>
          <w:tcPr>
            <w:tcW w:w="5130" w:type="dxa"/>
            <w:gridSpan w:val="5"/>
            <w:vAlign w:val="bottom"/>
          </w:tcPr>
          <w:p w14:paraId="74BB56B0" w14:textId="77777777" w:rsidR="000076FB" w:rsidRPr="00044E88" w:rsidRDefault="000076FB" w:rsidP="00B10B25">
            <w:pPr>
              <w:ind w:left="-11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</w:tcPr>
          <w:p w14:paraId="51F98C15" w14:textId="77777777" w:rsidR="000076FB" w:rsidRPr="00044E88" w:rsidRDefault="000076FB" w:rsidP="00B10B25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390" w:type="dxa"/>
            <w:gridSpan w:val="7"/>
            <w:tcBorders>
              <w:bottom w:val="single" w:sz="4" w:space="0" w:color="auto"/>
            </w:tcBorders>
            <w:vAlign w:val="bottom"/>
          </w:tcPr>
          <w:p w14:paraId="6D7FDC11" w14:textId="77777777" w:rsidR="000076FB" w:rsidRPr="00044E88" w:rsidRDefault="000076FB" w:rsidP="00B10B25">
            <w:pPr>
              <w:ind w:left="-11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0076FB" w:rsidRPr="00044E88" w14:paraId="0F40FAD5" w14:textId="77777777" w:rsidTr="00B10B25">
        <w:tc>
          <w:tcPr>
            <w:tcW w:w="5130" w:type="dxa"/>
            <w:gridSpan w:val="5"/>
            <w:tcBorders>
              <w:top w:val="single" w:sz="4" w:space="0" w:color="auto"/>
            </w:tcBorders>
          </w:tcPr>
          <w:p w14:paraId="3CFAC55E" w14:textId="77777777" w:rsidR="000076FB" w:rsidRPr="00DF664D" w:rsidRDefault="000076FB" w:rsidP="00B10B25">
            <w:pPr>
              <w:ind w:left="-115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Consultant</w:t>
            </w:r>
          </w:p>
        </w:tc>
        <w:tc>
          <w:tcPr>
            <w:tcW w:w="270" w:type="dxa"/>
          </w:tcPr>
          <w:p w14:paraId="7B72864E" w14:textId="77777777" w:rsidR="000076FB" w:rsidRPr="00DF664D" w:rsidRDefault="000076FB" w:rsidP="00B10B25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5390" w:type="dxa"/>
            <w:gridSpan w:val="7"/>
            <w:tcBorders>
              <w:top w:val="single" w:sz="4" w:space="0" w:color="auto"/>
            </w:tcBorders>
          </w:tcPr>
          <w:p w14:paraId="73975266" w14:textId="77777777" w:rsidR="000076FB" w:rsidRPr="00DF664D" w:rsidRDefault="000076FB" w:rsidP="00B10B25">
            <w:pPr>
              <w:ind w:left="-115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Contractor</w:t>
            </w:r>
          </w:p>
        </w:tc>
      </w:tr>
    </w:tbl>
    <w:p w14:paraId="4AE386E2" w14:textId="77777777" w:rsidR="000076FB" w:rsidRDefault="000076FB" w:rsidP="000076FB">
      <w:pPr>
        <w:spacing w:after="0" w:line="24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5BA6D36" w14:textId="77777777" w:rsidR="000076FB" w:rsidRDefault="000076FB" w:rsidP="000076FB">
      <w:pPr>
        <w:spacing w:after="120" w:line="240" w:lineRule="auto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Nominator: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00"/>
        <w:gridCol w:w="270"/>
        <w:gridCol w:w="4410"/>
        <w:gridCol w:w="270"/>
        <w:gridCol w:w="2610"/>
        <w:gridCol w:w="270"/>
        <w:gridCol w:w="1160"/>
      </w:tblGrid>
      <w:tr w:rsidR="000076FB" w:rsidRPr="00044E88" w14:paraId="2E171A3F" w14:textId="77777777" w:rsidTr="00B10B25">
        <w:trPr>
          <w:trHeight w:val="288"/>
        </w:trPr>
        <w:tc>
          <w:tcPr>
            <w:tcW w:w="6480" w:type="dxa"/>
            <w:gridSpan w:val="3"/>
            <w:tcBorders>
              <w:bottom w:val="single" w:sz="4" w:space="0" w:color="auto"/>
            </w:tcBorders>
            <w:vAlign w:val="bottom"/>
          </w:tcPr>
          <w:p w14:paraId="2BFC73AE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</w:tcPr>
          <w:p w14:paraId="0EEEA37E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4040" w:type="dxa"/>
            <w:gridSpan w:val="3"/>
            <w:tcBorders>
              <w:bottom w:val="single" w:sz="4" w:space="0" w:color="auto"/>
            </w:tcBorders>
            <w:vAlign w:val="bottom"/>
          </w:tcPr>
          <w:p w14:paraId="7402E4F9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0076FB" w:rsidRPr="00044E88" w14:paraId="39444B61" w14:textId="77777777" w:rsidTr="00B10B25">
        <w:tc>
          <w:tcPr>
            <w:tcW w:w="6480" w:type="dxa"/>
            <w:gridSpan w:val="3"/>
            <w:tcBorders>
              <w:top w:val="single" w:sz="4" w:space="0" w:color="auto"/>
            </w:tcBorders>
          </w:tcPr>
          <w:p w14:paraId="4756AB0B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Your N</w:t>
            </w:r>
            <w:r w:rsidRPr="00DF664D">
              <w:rPr>
                <w:color w:val="auto"/>
                <w:sz w:val="16"/>
                <w:szCs w:val="16"/>
              </w:rPr>
              <w:t>ame</w:t>
            </w:r>
          </w:p>
        </w:tc>
        <w:tc>
          <w:tcPr>
            <w:tcW w:w="270" w:type="dxa"/>
          </w:tcPr>
          <w:p w14:paraId="62EC9BC3" w14:textId="77777777" w:rsidR="000076FB" w:rsidRPr="00044E88" w:rsidRDefault="000076FB" w:rsidP="00B10B25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4040" w:type="dxa"/>
            <w:gridSpan w:val="3"/>
          </w:tcPr>
          <w:p w14:paraId="2A206EB8" w14:textId="77777777" w:rsidR="000076FB" w:rsidRPr="000D2FF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Phone</w:t>
            </w:r>
          </w:p>
        </w:tc>
      </w:tr>
      <w:tr w:rsidR="000076FB" w:rsidRPr="00044E88" w14:paraId="06646B61" w14:textId="77777777" w:rsidTr="00B10B25">
        <w:trPr>
          <w:trHeight w:val="288"/>
        </w:trPr>
        <w:tc>
          <w:tcPr>
            <w:tcW w:w="6480" w:type="dxa"/>
            <w:gridSpan w:val="3"/>
            <w:tcBorders>
              <w:bottom w:val="single" w:sz="4" w:space="0" w:color="auto"/>
            </w:tcBorders>
            <w:vAlign w:val="bottom"/>
          </w:tcPr>
          <w:p w14:paraId="0C0CAD78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5D679747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bottom"/>
          </w:tcPr>
          <w:p w14:paraId="6A2371F5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6CD7A4CF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vAlign w:val="bottom"/>
          </w:tcPr>
          <w:p w14:paraId="27DA8D1D" w14:textId="77777777" w:rsidR="000076FB" w:rsidRPr="00044E88" w:rsidRDefault="000076FB" w:rsidP="00B10B25">
            <w:pPr>
              <w:ind w:left="-108" w:right="-1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0076FB" w:rsidRPr="00044E88" w14:paraId="2BBF849F" w14:textId="77777777" w:rsidTr="00B10B25">
        <w:tc>
          <w:tcPr>
            <w:tcW w:w="6480" w:type="dxa"/>
            <w:gridSpan w:val="3"/>
          </w:tcPr>
          <w:p w14:paraId="5578138C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 w:rsidRPr="00DF664D">
              <w:rPr>
                <w:color w:val="auto"/>
                <w:sz w:val="16"/>
                <w:szCs w:val="16"/>
              </w:rPr>
              <w:t>Address</w:t>
            </w:r>
          </w:p>
        </w:tc>
        <w:tc>
          <w:tcPr>
            <w:tcW w:w="270" w:type="dxa"/>
          </w:tcPr>
          <w:p w14:paraId="7A92BB3F" w14:textId="77777777" w:rsidR="000076FB" w:rsidRPr="00DF664D" w:rsidRDefault="000076FB" w:rsidP="00B10B25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2610" w:type="dxa"/>
          </w:tcPr>
          <w:p w14:paraId="6A265479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City</w:t>
            </w:r>
          </w:p>
        </w:tc>
        <w:tc>
          <w:tcPr>
            <w:tcW w:w="270" w:type="dxa"/>
          </w:tcPr>
          <w:p w14:paraId="5B839812" w14:textId="77777777" w:rsidR="000076FB" w:rsidRPr="00DF664D" w:rsidRDefault="000076FB" w:rsidP="00B10B25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14:paraId="626DDCE1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Zip</w:t>
            </w:r>
          </w:p>
        </w:tc>
      </w:tr>
      <w:tr w:rsidR="000076FB" w:rsidRPr="00044E88" w14:paraId="2EC25515" w14:textId="77777777" w:rsidTr="00B10B25">
        <w:trPr>
          <w:trHeight w:val="288"/>
        </w:trPr>
        <w:tc>
          <w:tcPr>
            <w:tcW w:w="6480" w:type="dxa"/>
            <w:gridSpan w:val="3"/>
            <w:tcBorders>
              <w:bottom w:val="single" w:sz="4" w:space="0" w:color="auto"/>
            </w:tcBorders>
            <w:vAlign w:val="bottom"/>
          </w:tcPr>
          <w:p w14:paraId="6D4F9C47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222B4BCD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4040" w:type="dxa"/>
            <w:gridSpan w:val="3"/>
            <w:vAlign w:val="bottom"/>
          </w:tcPr>
          <w:p w14:paraId="7207C29F" w14:textId="77777777" w:rsidR="000076FB" w:rsidRPr="00044E88" w:rsidRDefault="000076FB" w:rsidP="00B10B25">
            <w:pPr>
              <w:ind w:left="-108"/>
              <w:rPr>
                <w:color w:val="auto"/>
                <w:sz w:val="20"/>
                <w:szCs w:val="20"/>
              </w:rPr>
            </w:pPr>
          </w:p>
        </w:tc>
      </w:tr>
      <w:tr w:rsidR="000076FB" w:rsidRPr="00044E88" w14:paraId="35968A00" w14:textId="77777777" w:rsidTr="00B10B25">
        <w:tc>
          <w:tcPr>
            <w:tcW w:w="1800" w:type="dxa"/>
          </w:tcPr>
          <w:p w14:paraId="7046E243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Email</w:t>
            </w:r>
          </w:p>
        </w:tc>
        <w:tc>
          <w:tcPr>
            <w:tcW w:w="270" w:type="dxa"/>
          </w:tcPr>
          <w:p w14:paraId="6A632A29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4410" w:type="dxa"/>
          </w:tcPr>
          <w:p w14:paraId="7955509D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270" w:type="dxa"/>
          </w:tcPr>
          <w:p w14:paraId="5902A28D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4040" w:type="dxa"/>
            <w:gridSpan w:val="3"/>
          </w:tcPr>
          <w:p w14:paraId="5522DD74" w14:textId="77777777" w:rsidR="000076FB" w:rsidRPr="00DF664D" w:rsidRDefault="000076FB" w:rsidP="00B10B25">
            <w:pPr>
              <w:ind w:left="-108"/>
              <w:rPr>
                <w:color w:val="auto"/>
                <w:sz w:val="16"/>
                <w:szCs w:val="16"/>
              </w:rPr>
            </w:pPr>
          </w:p>
        </w:tc>
      </w:tr>
      <w:tr w:rsidR="000076FB" w:rsidRPr="00044E88" w14:paraId="35DBEA17" w14:textId="77777777" w:rsidTr="00B10B25">
        <w:tc>
          <w:tcPr>
            <w:tcW w:w="6480" w:type="dxa"/>
            <w:gridSpan w:val="3"/>
          </w:tcPr>
          <w:p w14:paraId="6B38FA30" w14:textId="77777777" w:rsidR="000076FB" w:rsidRPr="00044E88" w:rsidRDefault="000076FB" w:rsidP="00B10B25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4310" w:type="dxa"/>
            <w:gridSpan w:val="4"/>
          </w:tcPr>
          <w:p w14:paraId="03E2FBA0" w14:textId="77777777" w:rsidR="000076FB" w:rsidRPr="00044E88" w:rsidRDefault="000076FB" w:rsidP="00B10B25">
            <w:pPr>
              <w:rPr>
                <w:color w:val="auto"/>
                <w:sz w:val="20"/>
                <w:szCs w:val="20"/>
              </w:rPr>
            </w:pPr>
          </w:p>
        </w:tc>
      </w:tr>
    </w:tbl>
    <w:p w14:paraId="13BAE81C" w14:textId="1365BDF7" w:rsidR="000076FB" w:rsidRDefault="000076FB" w:rsidP="008242EF">
      <w:pPr>
        <w:spacing w:after="0" w:line="240" w:lineRule="auto"/>
        <w:jc w:val="center"/>
        <w:rPr>
          <w:b/>
        </w:rPr>
      </w:pPr>
      <w:r w:rsidRPr="003B078D">
        <w:rPr>
          <w:b/>
        </w:rPr>
        <w:t xml:space="preserve">(Attach Narrative on Page </w:t>
      </w:r>
      <w:r w:rsidR="008242EF">
        <w:rPr>
          <w:b/>
        </w:rPr>
        <w:t>3</w:t>
      </w:r>
      <w:r w:rsidRPr="003B078D">
        <w:rPr>
          <w:b/>
        </w:rPr>
        <w:t>)</w:t>
      </w:r>
    </w:p>
    <w:p w14:paraId="04673F1C" w14:textId="77777777" w:rsidR="000076FB" w:rsidRPr="00A15C34" w:rsidRDefault="000076FB" w:rsidP="000076FB">
      <w:pPr>
        <w:rPr>
          <w:rFonts w:cstheme="minorHAnsi"/>
          <w:sz w:val="20"/>
          <w:szCs w:val="20"/>
        </w:rPr>
      </w:pPr>
      <w:r>
        <w:rPr>
          <w:b/>
        </w:rPr>
        <w:br w:type="page"/>
      </w:r>
    </w:p>
    <w:p w14:paraId="07ECCCD9" w14:textId="77777777" w:rsidR="000076FB" w:rsidRPr="003B078D" w:rsidRDefault="000076FB" w:rsidP="000076FB">
      <w:pPr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B078D">
        <w:rPr>
          <w:rFonts w:ascii="Arial" w:hAnsi="Arial" w:cs="Arial"/>
          <w:b/>
          <w:bCs/>
          <w:sz w:val="22"/>
          <w:szCs w:val="22"/>
        </w:rPr>
        <w:lastRenderedPageBreak/>
        <w:t>NARRATIVE</w:t>
      </w:r>
    </w:p>
    <w:p w14:paraId="227B52BD" w14:textId="77777777" w:rsidR="000076FB" w:rsidRDefault="000076FB" w:rsidP="000076FB">
      <w:pPr>
        <w:spacing w:after="0" w:line="240" w:lineRule="auto"/>
        <w:jc w:val="center"/>
        <w:rPr>
          <w:rFonts w:ascii="Arial" w:hAnsi="Arial" w:cs="Arial"/>
          <w:bCs/>
        </w:rPr>
      </w:pPr>
      <w:r w:rsidRPr="003B078D">
        <w:rPr>
          <w:rFonts w:ascii="Arial" w:hAnsi="Arial" w:cs="Arial"/>
          <w:bCs/>
        </w:rPr>
        <w:t>(Maximum 500 words)</w:t>
      </w:r>
    </w:p>
    <w:p w14:paraId="7021CF16" w14:textId="77777777" w:rsidR="00E740D6" w:rsidRDefault="00ED14F9" w:rsidP="000076FB">
      <w:pPr>
        <w:spacing w:after="0" w:line="240" w:lineRule="auto"/>
        <w:jc w:val="center"/>
        <w:rPr>
          <w:rFonts w:ascii="Arial" w:hAnsi="Arial" w:cs="Arial"/>
          <w:bCs/>
        </w:rPr>
        <w:sectPr w:rsidR="00E740D6" w:rsidSect="009E609C">
          <w:headerReference w:type="default" r:id="rId10"/>
          <w:footerReference w:type="default" r:id="rId11"/>
          <w:pgSz w:w="12240" w:h="15840" w:code="1"/>
          <w:pgMar w:top="720" w:right="720" w:bottom="720" w:left="720" w:header="360" w:footer="418" w:gutter="0"/>
          <w:cols w:space="720"/>
          <w:docGrid w:linePitch="360"/>
        </w:sectPr>
      </w:pPr>
      <w:r>
        <w:rPr>
          <w:rFonts w:ascii="Arial" w:hAnsi="Arial" w:cs="Arial"/>
          <w:bCs/>
        </w:rPr>
        <w:pict w14:anchorId="484E04E3">
          <v:rect id="_x0000_i1025" style="width:540pt;height:1pt" o:hralign="center" o:hrstd="t" o:hrnoshade="t" o:hr="t" fillcolor="black [3213]" stroked="f"/>
        </w:pict>
      </w:r>
    </w:p>
    <w:p w14:paraId="5C126232" w14:textId="77777777" w:rsidR="00E740D6" w:rsidRPr="000076FB" w:rsidRDefault="00E740D6" w:rsidP="00E740D6">
      <w:pPr>
        <w:spacing w:after="0" w:line="240" w:lineRule="auto"/>
        <w:rPr>
          <w:rFonts w:cstheme="minorHAnsi"/>
          <w:sz w:val="20"/>
          <w:szCs w:val="20"/>
        </w:rPr>
      </w:pPr>
    </w:p>
    <w:sectPr w:rsidR="00E740D6" w:rsidRPr="000076FB" w:rsidSect="00E740D6">
      <w:type w:val="continuous"/>
      <w:pgSz w:w="12240" w:h="15840" w:code="1"/>
      <w:pgMar w:top="720" w:right="720" w:bottom="720" w:left="720" w:header="360" w:footer="33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50C26" w14:textId="77777777" w:rsidR="00ED14F9" w:rsidRDefault="00ED14F9">
      <w:pPr>
        <w:spacing w:after="0" w:line="240" w:lineRule="auto"/>
      </w:pPr>
      <w:r>
        <w:separator/>
      </w:r>
    </w:p>
  </w:endnote>
  <w:endnote w:type="continuationSeparator" w:id="0">
    <w:p w14:paraId="747E703C" w14:textId="77777777" w:rsidR="00ED14F9" w:rsidRDefault="00ED1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817D5" w14:textId="77777777" w:rsidR="00695107" w:rsidRPr="000076FB" w:rsidRDefault="000076FB" w:rsidP="000076FB">
    <w:pPr>
      <w:pStyle w:val="Footer"/>
      <w:jc w:val="center"/>
      <w:rPr>
        <w:rFonts w:asciiTheme="minorHAnsi" w:hAnsiTheme="minorHAnsi" w:cstheme="minorHAnsi"/>
        <w:color w:val="auto"/>
        <w:sz w:val="18"/>
        <w:szCs w:val="18"/>
      </w:rPr>
    </w:pPr>
    <w:r w:rsidRPr="000076FB">
      <w:rPr>
        <w:rFonts w:asciiTheme="minorHAnsi" w:hAnsiTheme="minorHAnsi" w:cstheme="minorHAnsi"/>
        <w:color w:val="auto"/>
        <w:sz w:val="18"/>
        <w:szCs w:val="18"/>
      </w:rPr>
      <w:t xml:space="preserve">Page </w:t>
    </w:r>
    <w:r w:rsidRPr="000076FB">
      <w:rPr>
        <w:rFonts w:asciiTheme="minorHAnsi" w:hAnsiTheme="minorHAnsi" w:cstheme="minorHAnsi"/>
        <w:bCs/>
        <w:color w:val="auto"/>
        <w:sz w:val="18"/>
        <w:szCs w:val="18"/>
      </w:rPr>
      <w:fldChar w:fldCharType="begin"/>
    </w:r>
    <w:r w:rsidRPr="000076FB">
      <w:rPr>
        <w:rFonts w:asciiTheme="minorHAnsi" w:hAnsiTheme="minorHAnsi" w:cstheme="minorHAnsi"/>
        <w:bCs/>
        <w:color w:val="auto"/>
        <w:sz w:val="18"/>
        <w:szCs w:val="18"/>
      </w:rPr>
      <w:instrText xml:space="preserve"> PAGE  \* Arabic  \* MERGEFORMAT </w:instrText>
    </w:r>
    <w:r w:rsidRPr="000076FB">
      <w:rPr>
        <w:rFonts w:asciiTheme="minorHAnsi" w:hAnsiTheme="minorHAnsi" w:cstheme="minorHAnsi"/>
        <w:bCs/>
        <w:color w:val="auto"/>
        <w:sz w:val="18"/>
        <w:szCs w:val="18"/>
      </w:rPr>
      <w:fldChar w:fldCharType="separate"/>
    </w:r>
    <w:r w:rsidR="00972755">
      <w:rPr>
        <w:rFonts w:asciiTheme="minorHAnsi" w:hAnsiTheme="minorHAnsi" w:cstheme="minorHAnsi"/>
        <w:bCs/>
        <w:color w:val="auto"/>
        <w:sz w:val="18"/>
        <w:szCs w:val="18"/>
      </w:rPr>
      <w:t>1</w:t>
    </w:r>
    <w:r w:rsidRPr="000076FB">
      <w:rPr>
        <w:rFonts w:asciiTheme="minorHAnsi" w:hAnsiTheme="minorHAnsi" w:cstheme="minorHAnsi"/>
        <w:bCs/>
        <w:color w:val="auto"/>
        <w:sz w:val="18"/>
        <w:szCs w:val="18"/>
      </w:rPr>
      <w:fldChar w:fldCharType="end"/>
    </w:r>
    <w:r w:rsidRPr="000076FB">
      <w:rPr>
        <w:rFonts w:asciiTheme="minorHAnsi" w:hAnsiTheme="minorHAnsi" w:cstheme="minorHAnsi"/>
        <w:color w:val="auto"/>
        <w:sz w:val="18"/>
        <w:szCs w:val="18"/>
      </w:rPr>
      <w:t xml:space="preserve"> of </w:t>
    </w:r>
    <w:r w:rsidRPr="000076FB">
      <w:rPr>
        <w:rFonts w:asciiTheme="minorHAnsi" w:hAnsiTheme="minorHAnsi" w:cstheme="minorHAnsi"/>
        <w:bCs/>
        <w:color w:val="auto"/>
        <w:sz w:val="18"/>
        <w:szCs w:val="18"/>
      </w:rPr>
      <w:fldChar w:fldCharType="begin"/>
    </w:r>
    <w:r w:rsidRPr="000076FB">
      <w:rPr>
        <w:rFonts w:asciiTheme="minorHAnsi" w:hAnsiTheme="minorHAnsi" w:cstheme="minorHAnsi"/>
        <w:bCs/>
        <w:color w:val="auto"/>
        <w:sz w:val="18"/>
        <w:szCs w:val="18"/>
      </w:rPr>
      <w:instrText xml:space="preserve"> NUMPAGES  \* Arabic  \* MERGEFORMAT </w:instrText>
    </w:r>
    <w:r w:rsidRPr="000076FB">
      <w:rPr>
        <w:rFonts w:asciiTheme="minorHAnsi" w:hAnsiTheme="minorHAnsi" w:cstheme="minorHAnsi"/>
        <w:bCs/>
        <w:color w:val="auto"/>
        <w:sz w:val="18"/>
        <w:szCs w:val="18"/>
      </w:rPr>
      <w:fldChar w:fldCharType="separate"/>
    </w:r>
    <w:r w:rsidR="00972755">
      <w:rPr>
        <w:rFonts w:asciiTheme="minorHAnsi" w:hAnsiTheme="minorHAnsi" w:cstheme="minorHAnsi"/>
        <w:bCs/>
        <w:color w:val="auto"/>
        <w:sz w:val="18"/>
        <w:szCs w:val="18"/>
      </w:rPr>
      <w:t>2</w:t>
    </w:r>
    <w:r w:rsidRPr="000076FB">
      <w:rPr>
        <w:rFonts w:asciiTheme="minorHAnsi" w:hAnsiTheme="minorHAnsi" w:cstheme="minorHAnsi"/>
        <w:bCs/>
        <w:color w:val="auto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D5B74" w14:textId="77777777" w:rsidR="00ED14F9" w:rsidRDefault="00ED14F9">
      <w:pPr>
        <w:spacing w:after="0" w:line="240" w:lineRule="auto"/>
      </w:pPr>
      <w:r>
        <w:separator/>
      </w:r>
    </w:p>
  </w:footnote>
  <w:footnote w:type="continuationSeparator" w:id="0">
    <w:p w14:paraId="7215659A" w14:textId="77777777" w:rsidR="00ED14F9" w:rsidRDefault="00ED1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5"/>
      <w:gridCol w:w="7650"/>
      <w:gridCol w:w="1435"/>
    </w:tblGrid>
    <w:tr w:rsidR="000076FB" w14:paraId="42240780" w14:textId="77777777" w:rsidTr="00B10B25">
      <w:tc>
        <w:tcPr>
          <w:tcW w:w="1705" w:type="dxa"/>
        </w:tcPr>
        <w:p w14:paraId="07A7F2E8" w14:textId="77777777" w:rsidR="000076FB" w:rsidRDefault="000076FB" w:rsidP="000076FB">
          <w:pPr>
            <w:pStyle w:val="Header"/>
          </w:pPr>
          <w:r w:rsidRPr="009C6E97">
            <w:rPr>
              <w:rFonts w:ascii="Arial" w:eastAsia="Times New Roman" w:hAnsi="Arial" w:cs="Arial"/>
              <w:b/>
              <w:bCs/>
              <w:noProof/>
              <w:color w:val="auto"/>
              <w:sz w:val="24"/>
              <w:szCs w:val="24"/>
              <w:lang w:eastAsia="en-US"/>
            </w:rPr>
            <w:drawing>
              <wp:anchor distT="0" distB="0" distL="114300" distR="114300" simplePos="0" relativeHeight="251659264" behindDoc="0" locked="0" layoutInCell="1" allowOverlap="1" wp14:anchorId="761830F3" wp14:editId="191AC37B">
                <wp:simplePos x="0" y="0"/>
                <wp:positionH relativeFrom="column">
                  <wp:posOffset>-6235</wp:posOffset>
                </wp:positionH>
                <wp:positionV relativeFrom="paragraph">
                  <wp:posOffset>5195</wp:posOffset>
                </wp:positionV>
                <wp:extent cx="875928" cy="464128"/>
                <wp:effectExtent l="0" t="0" r="635" b="0"/>
                <wp:wrapNone/>
                <wp:docPr id="15" name="Picture 15" descr="\\COdata\Shares\CO\Users\pt948fk\Mydocs\My Pictures\FDOT Logos\image0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COdata\Shares\CO\Users\pt948fk\Mydocs\My Pictures\FDOT Logos\image0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595" cy="46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50" w:type="dxa"/>
        </w:tcPr>
        <w:p w14:paraId="511E6B1F" w14:textId="77777777" w:rsidR="000076FB" w:rsidRPr="00BC1699" w:rsidRDefault="000076FB" w:rsidP="000076FB">
          <w:pPr>
            <w:jc w:val="center"/>
            <w:rPr>
              <w:rFonts w:ascii="Arial" w:eastAsia="Times New Roman" w:hAnsi="Arial" w:cs="Arial"/>
              <w:b/>
              <w:bCs/>
              <w:color w:val="auto"/>
              <w:sz w:val="12"/>
              <w:szCs w:val="12"/>
              <w:lang w:eastAsia="en-US"/>
            </w:rPr>
          </w:pPr>
          <w:r w:rsidRPr="00BC1699">
            <w:rPr>
              <w:rFonts w:ascii="Arial" w:eastAsia="Times New Roman" w:hAnsi="Arial" w:cs="Arial"/>
              <w:b/>
              <w:bCs/>
              <w:color w:val="auto"/>
              <w:sz w:val="12"/>
              <w:szCs w:val="12"/>
              <w:lang w:eastAsia="en-US"/>
            </w:rPr>
            <w:t>Florida Department of Transportation</w:t>
          </w:r>
        </w:p>
        <w:p w14:paraId="170070FC" w14:textId="77777777" w:rsidR="000076FB" w:rsidRPr="003B078D" w:rsidRDefault="000076FB" w:rsidP="000076FB">
          <w:pPr>
            <w:jc w:val="center"/>
            <w:rPr>
              <w:rFonts w:ascii="Arial" w:eastAsia="Times New Roman" w:hAnsi="Arial" w:cs="Arial"/>
              <w:b/>
              <w:bCs/>
              <w:color w:val="auto"/>
              <w:sz w:val="22"/>
              <w:szCs w:val="22"/>
              <w:lang w:eastAsia="en-US"/>
            </w:rPr>
          </w:pPr>
          <w:r w:rsidRPr="003B078D">
            <w:rPr>
              <w:rFonts w:ascii="Arial" w:eastAsia="Times New Roman" w:hAnsi="Arial" w:cs="Arial"/>
              <w:b/>
              <w:bCs/>
              <w:color w:val="auto"/>
              <w:sz w:val="22"/>
              <w:szCs w:val="22"/>
              <w:lang w:eastAsia="en-US"/>
            </w:rPr>
            <w:t>Award Nomination Form</w:t>
          </w:r>
        </w:p>
        <w:p w14:paraId="06FB3C88" w14:textId="77777777" w:rsidR="000076FB" w:rsidRPr="000076FB" w:rsidRDefault="000076FB" w:rsidP="000076FB">
          <w:pPr>
            <w:jc w:val="center"/>
            <w:rPr>
              <w:sz w:val="22"/>
              <w:szCs w:val="22"/>
            </w:rPr>
          </w:pPr>
          <w:r w:rsidRPr="000076FB">
            <w:rPr>
              <w:rFonts w:ascii="Arial" w:eastAsia="Times New Roman" w:hAnsi="Arial" w:cs="Arial"/>
              <w:b/>
              <w:bCs/>
              <w:color w:val="auto"/>
              <w:sz w:val="22"/>
              <w:szCs w:val="22"/>
              <w:lang w:eastAsia="en-US"/>
            </w:rPr>
            <w:t>Commercial Service Airport Project of the Year</w:t>
          </w:r>
        </w:p>
      </w:tc>
      <w:tc>
        <w:tcPr>
          <w:tcW w:w="1435" w:type="dxa"/>
          <w:vAlign w:val="center"/>
        </w:tcPr>
        <w:p w14:paraId="6F4DDDBC" w14:textId="77777777" w:rsidR="000076FB" w:rsidRPr="00944ED5" w:rsidRDefault="000076FB" w:rsidP="000076FB">
          <w:pPr>
            <w:pStyle w:val="Header"/>
            <w:jc w:val="right"/>
            <w:rPr>
              <w:color w:val="auto"/>
              <w:sz w:val="12"/>
              <w:szCs w:val="12"/>
            </w:rPr>
          </w:pPr>
          <w:r w:rsidRPr="00944ED5">
            <w:rPr>
              <w:color w:val="auto"/>
              <w:sz w:val="12"/>
              <w:szCs w:val="12"/>
            </w:rPr>
            <w:t>725-040-2</w:t>
          </w:r>
          <w:r w:rsidR="00E740D6">
            <w:rPr>
              <w:color w:val="auto"/>
              <w:sz w:val="12"/>
              <w:szCs w:val="12"/>
            </w:rPr>
            <w:t>4</w:t>
          </w:r>
        </w:p>
        <w:p w14:paraId="19405535" w14:textId="77777777" w:rsidR="000076FB" w:rsidRPr="00944ED5" w:rsidRDefault="000076FB" w:rsidP="000076FB">
          <w:pPr>
            <w:pStyle w:val="Header"/>
            <w:jc w:val="right"/>
            <w:rPr>
              <w:color w:val="auto"/>
              <w:sz w:val="12"/>
              <w:szCs w:val="12"/>
            </w:rPr>
          </w:pPr>
          <w:r w:rsidRPr="00944ED5">
            <w:rPr>
              <w:color w:val="auto"/>
              <w:sz w:val="12"/>
              <w:szCs w:val="12"/>
            </w:rPr>
            <w:t>AVIATION</w:t>
          </w:r>
        </w:p>
        <w:p w14:paraId="541198E9" w14:textId="057E4B69" w:rsidR="000076FB" w:rsidRPr="00BC1699" w:rsidRDefault="00DE78CC" w:rsidP="000076FB">
          <w:pPr>
            <w:pStyle w:val="Header"/>
            <w:jc w:val="right"/>
            <w:rPr>
              <w:sz w:val="12"/>
              <w:szCs w:val="12"/>
            </w:rPr>
          </w:pPr>
          <w:r>
            <w:rPr>
              <w:sz w:val="12"/>
              <w:szCs w:val="12"/>
            </w:rPr>
            <w:t>02/20</w:t>
          </w:r>
        </w:p>
      </w:tc>
    </w:tr>
  </w:tbl>
  <w:p w14:paraId="7B407FB4" w14:textId="77777777" w:rsidR="000076FB" w:rsidRDefault="000076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E24A85"/>
    <w:multiLevelType w:val="hybridMultilevel"/>
    <w:tmpl w:val="1F427B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74157"/>
    <w:multiLevelType w:val="hybridMultilevel"/>
    <w:tmpl w:val="B554D9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E5D71"/>
    <w:multiLevelType w:val="hybridMultilevel"/>
    <w:tmpl w:val="BFBE56B6"/>
    <w:lvl w:ilvl="0" w:tplc="DF622CE6">
      <w:start w:val="1"/>
      <w:numFmt w:val="bullet"/>
      <w:pStyle w:val="List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D7D"/>
    <w:rsid w:val="000052DD"/>
    <w:rsid w:val="000076FB"/>
    <w:rsid w:val="00052043"/>
    <w:rsid w:val="00072E8F"/>
    <w:rsid w:val="000873F1"/>
    <w:rsid w:val="000A0B5C"/>
    <w:rsid w:val="000A11EE"/>
    <w:rsid w:val="000D71E4"/>
    <w:rsid w:val="0019100E"/>
    <w:rsid w:val="001B286E"/>
    <w:rsid w:val="001C2D7D"/>
    <w:rsid w:val="001C3798"/>
    <w:rsid w:val="001C6D8D"/>
    <w:rsid w:val="001D64D7"/>
    <w:rsid w:val="00221A52"/>
    <w:rsid w:val="002A4507"/>
    <w:rsid w:val="002D4325"/>
    <w:rsid w:val="002F0CF2"/>
    <w:rsid w:val="00305B2A"/>
    <w:rsid w:val="00312BE0"/>
    <w:rsid w:val="00327E63"/>
    <w:rsid w:val="0037049F"/>
    <w:rsid w:val="003C3568"/>
    <w:rsid w:val="003D001B"/>
    <w:rsid w:val="003F1358"/>
    <w:rsid w:val="00407BFF"/>
    <w:rsid w:val="00420CD8"/>
    <w:rsid w:val="00432EF5"/>
    <w:rsid w:val="004375C0"/>
    <w:rsid w:val="00450C39"/>
    <w:rsid w:val="00455D77"/>
    <w:rsid w:val="004914F6"/>
    <w:rsid w:val="004D1AC2"/>
    <w:rsid w:val="005310D0"/>
    <w:rsid w:val="005756CC"/>
    <w:rsid w:val="0058515E"/>
    <w:rsid w:val="00592205"/>
    <w:rsid w:val="00592266"/>
    <w:rsid w:val="0064754C"/>
    <w:rsid w:val="00687144"/>
    <w:rsid w:val="00695107"/>
    <w:rsid w:val="006B0BC9"/>
    <w:rsid w:val="006C1A23"/>
    <w:rsid w:val="006C6952"/>
    <w:rsid w:val="006D0C8F"/>
    <w:rsid w:val="00705017"/>
    <w:rsid w:val="007135C6"/>
    <w:rsid w:val="007252CB"/>
    <w:rsid w:val="00734838"/>
    <w:rsid w:val="007631C3"/>
    <w:rsid w:val="00785EF5"/>
    <w:rsid w:val="00793CF9"/>
    <w:rsid w:val="007E3F86"/>
    <w:rsid w:val="00806729"/>
    <w:rsid w:val="008242EF"/>
    <w:rsid w:val="00832820"/>
    <w:rsid w:val="00841D06"/>
    <w:rsid w:val="008A4A15"/>
    <w:rsid w:val="008F7C4D"/>
    <w:rsid w:val="0091575D"/>
    <w:rsid w:val="00932340"/>
    <w:rsid w:val="009403AE"/>
    <w:rsid w:val="00972755"/>
    <w:rsid w:val="009913B4"/>
    <w:rsid w:val="009C6E97"/>
    <w:rsid w:val="009E609C"/>
    <w:rsid w:val="00A465D7"/>
    <w:rsid w:val="00A473DC"/>
    <w:rsid w:val="00A742AF"/>
    <w:rsid w:val="00AA5E70"/>
    <w:rsid w:val="00AD255F"/>
    <w:rsid w:val="00B173C2"/>
    <w:rsid w:val="00B51F7A"/>
    <w:rsid w:val="00B6232D"/>
    <w:rsid w:val="00B81ADB"/>
    <w:rsid w:val="00B83765"/>
    <w:rsid w:val="00BB71FA"/>
    <w:rsid w:val="00BF4802"/>
    <w:rsid w:val="00C64924"/>
    <w:rsid w:val="00C8771E"/>
    <w:rsid w:val="00CB6F91"/>
    <w:rsid w:val="00CC7FE4"/>
    <w:rsid w:val="00CF175E"/>
    <w:rsid w:val="00D003CA"/>
    <w:rsid w:val="00D55617"/>
    <w:rsid w:val="00DD65B1"/>
    <w:rsid w:val="00DE78CC"/>
    <w:rsid w:val="00E159D6"/>
    <w:rsid w:val="00E740D6"/>
    <w:rsid w:val="00ED14F9"/>
    <w:rsid w:val="00EE4792"/>
    <w:rsid w:val="00EE5A2A"/>
    <w:rsid w:val="00F268C2"/>
    <w:rsid w:val="00FA2D09"/>
    <w:rsid w:val="00FE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AEA05"/>
  <w15:chartTrackingRefBased/>
  <w15:docId w15:val="{2071A998-8FF8-415C-98E0-BA8014F8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404040" w:themeColor="text1" w:themeTint="BF"/>
        <w:sz w:val="18"/>
        <w:szCs w:val="18"/>
        <w:lang w:val="en-US" w:eastAsia="ja-JP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 w:line="240" w:lineRule="auto"/>
      <w:outlineLvl w:val="1"/>
    </w:pPr>
    <w:rPr>
      <w:b/>
      <w:bCs/>
      <w:color w:val="5B9BD5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b/>
      <w:bCs/>
      <w:color w:val="5B9BD5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color w:val="1F4E79" w:themeColor="accent1" w:themeShade="80"/>
      <w:sz w:val="28"/>
      <w:szCs w:val="28"/>
    </w:rPr>
  </w:style>
  <w:style w:type="table" w:customStyle="1" w:styleId="TipTable">
    <w:name w:val="Tip Table"/>
    <w:basedOn w:val="TableNormal"/>
    <w:uiPriority w:val="99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99"/>
    <w:pPr>
      <w:spacing w:after="160" w:line="264" w:lineRule="auto"/>
      <w:ind w:right="576"/>
    </w:pPr>
    <w:rPr>
      <w:i/>
      <w:iCs/>
      <w:color w:val="7F7F7F" w:themeColor="text1" w:themeTint="8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36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color w:val="5B9BD5" w:themeColor="accent1"/>
      <w:sz w:val="24"/>
      <w:szCs w:val="24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  <w:spacing w:after="6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GridLight">
    <w:name w:val="Grid Table Light"/>
    <w:basedOn w:val="Table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jectTable">
    <w:name w:val="Project Table"/>
    <w:basedOn w:val="TableNormal"/>
    <w:uiPriority w:val="99"/>
    <w:pPr>
      <w:spacing w:before="120" w:after="120" w:line="240" w:lineRule="auto"/>
    </w:pPr>
    <w:tblPr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  <w:tblStylePr w:type="band1Vert">
      <w:rPr>
        <w:b/>
      </w:rPr>
      <w:tblPr/>
      <w:tcPr>
        <w:shd w:val="clear" w:color="auto" w:fill="DEEAF6" w:themeFill="accent1" w:themeFillTint="33"/>
      </w:tcPr>
    </w:tblStylePr>
  </w:style>
  <w:style w:type="paragraph" w:customStyle="1" w:styleId="TableTextDecimal">
    <w:name w:val="Table Text Decimal"/>
    <w:basedOn w:val="Normal"/>
    <w:uiPriority w:val="12"/>
    <w:qFormat/>
    <w:pPr>
      <w:tabs>
        <w:tab w:val="decimal" w:pos="936"/>
      </w:tabs>
      <w:spacing w:before="120" w:after="120" w:line="240" w:lineRule="auto"/>
    </w:pPr>
  </w:style>
  <w:style w:type="paragraph" w:styleId="Signature">
    <w:name w:val="Signature"/>
    <w:basedOn w:val="Normal"/>
    <w:link w:val="SignatureChar"/>
    <w:uiPriority w:val="12"/>
    <w:unhideWhenUsed/>
    <w:qFormat/>
    <w:pPr>
      <w:spacing w:before="960"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12"/>
  </w:style>
  <w:style w:type="paragraph" w:customStyle="1" w:styleId="SpaceBefore">
    <w:name w:val="Space Before"/>
    <w:basedOn w:val="Normal"/>
    <w:uiPriority w:val="2"/>
    <w:qFormat/>
    <w:pPr>
      <w:spacing w:before="240"/>
    </w:pPr>
  </w:style>
  <w:style w:type="character" w:styleId="Hyperlink">
    <w:name w:val="Hyperlink"/>
    <w:basedOn w:val="DefaultParagraphFont"/>
    <w:uiPriority w:val="99"/>
    <w:unhideWhenUsed/>
    <w:rsid w:val="000076FB"/>
    <w:rPr>
      <w:color w:val="40ACD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755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15E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15E"/>
    <w:rPr>
      <w:rFonts w:ascii="Segoe UI" w:hAnsi="Segoe UI" w:cs="Segoe UI"/>
    </w:rPr>
  </w:style>
  <w:style w:type="character" w:styleId="CommentReference">
    <w:name w:val="annotation reference"/>
    <w:basedOn w:val="DefaultParagraphFont"/>
    <w:uiPriority w:val="99"/>
    <w:semiHidden/>
    <w:unhideWhenUsed/>
    <w:rsid w:val="00C64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9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9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ichael.McDougall@dot.state.fl.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t948fk\AppData\Roaming\Microsoft\Templates\Project%20change%20authorization%20form%20(Business%20Blue%20design).dotx" TargetMode="External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1C596-489D-4E3E-9051-7F318C83AE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E05416-8FAA-4462-992B-14200270E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change authorization form (Business Blue design)</Template>
  <TotalTime>18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Department of Transportation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Stuart</dc:subject>
  <dc:creator>pt948fk</dc:creator>
  <cp:keywords/>
  <cp:lastModifiedBy>McDougall, Michael</cp:lastModifiedBy>
  <cp:revision>7</cp:revision>
  <cp:lastPrinted>2020-05-06T16:04:00Z</cp:lastPrinted>
  <dcterms:created xsi:type="dcterms:W3CDTF">2020-05-06T13:00:00Z</dcterms:created>
  <dcterms:modified xsi:type="dcterms:W3CDTF">2020-05-06T18:24:00Z</dcterms:modified>
  <cp:contentStatus>Martin County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TC034441799991</vt:lpwstr>
  </property>
</Properties>
</file>